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25671" w:rsidRPr="009C1356" w:rsidRDefault="00525671" w:rsidP="00525671">
      <w:pPr>
        <w:rPr>
          <w:rFonts w:asciiTheme="majorHAnsi" w:hAnsiTheme="majorHAnsi"/>
          <w:i/>
          <w:u w:val="single"/>
        </w:rPr>
      </w:pPr>
      <w:r w:rsidRPr="009C1356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3676650</wp:posOffset>
                </wp:positionH>
                <wp:positionV relativeFrom="paragraph">
                  <wp:posOffset>0</wp:posOffset>
                </wp:positionV>
                <wp:extent cx="3321050" cy="550545"/>
                <wp:effectExtent l="0" t="0" r="12700" b="20955"/>
                <wp:wrapTight wrapText="bothSides">
                  <wp:wrapPolygon edited="0">
                    <wp:start x="124" y="0"/>
                    <wp:lineTo x="0" y="747"/>
                    <wp:lineTo x="0" y="21675"/>
                    <wp:lineTo x="21559" y="21675"/>
                    <wp:lineTo x="21559" y="0"/>
                    <wp:lineTo x="124" y="0"/>
                  </wp:wrapPolygon>
                </wp:wrapTight>
                <wp:docPr id="23" name="Rounded 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505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25671" w:rsidRDefault="004207A3" w:rsidP="0052567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CW#53</w:t>
                            </w:r>
                            <w:r w:rsidR="00525671">
                              <w:rPr>
                                <w:rFonts w:ascii="Cambria" w:hAnsi="Cambria"/>
                              </w:rPr>
                              <w:t xml:space="preserve">H: Composite Functions </w:t>
                            </w:r>
                          </w:p>
                          <w:p w:rsidR="00525671" w:rsidRPr="00FC683D" w:rsidRDefault="00525671" w:rsidP="0052567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3" o:spid="_x0000_s1043" style="position:absolute;margin-left:289.5pt;margin-top:0;width:261.5pt;height:43.3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" strokeweight="1.5pt">
                <v:textbox>
                  <w:txbxContent>
                    <w:p w:rsidR="00525671" w:rsidRDefault="004207A3" w:rsidP="00525671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CW#53</w:t>
                      </w:r>
                      <w:r w:rsidR="00525671">
                        <w:rPr>
                          <w:rFonts w:ascii="Cambria" w:hAnsi="Cambria"/>
                        </w:rPr>
                        <w:t xml:space="preserve">H: Composite Functions </w:t>
                      </w:r>
                    </w:p>
                    <w:p w:rsidR="00525671" w:rsidRPr="00FC683D" w:rsidRDefault="00525671" w:rsidP="00525671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Pr="009C1356">
        <w:rPr>
          <w:rFonts w:asciiTheme="majorHAnsi" w:hAnsiTheme="majorHAnsi"/>
          <w:b/>
          <w:i/>
          <w:u w:val="single"/>
        </w:rPr>
        <w:t xml:space="preserve">CLASSROOM </w:t>
      </w:r>
      <w:proofErr w:type="gramStart"/>
      <w:r w:rsidRPr="009C1356">
        <w:rPr>
          <w:rFonts w:asciiTheme="majorHAnsi" w:hAnsiTheme="majorHAnsi"/>
          <w:b/>
          <w:i/>
          <w:u w:val="single"/>
        </w:rPr>
        <w:t>COPY  -</w:t>
      </w:r>
      <w:proofErr w:type="gramEnd"/>
      <w:r w:rsidRPr="009C1356">
        <w:rPr>
          <w:rFonts w:asciiTheme="majorHAnsi" w:hAnsiTheme="majorHAnsi"/>
          <w:b/>
          <w:i/>
          <w:u w:val="single"/>
        </w:rPr>
        <w:t xml:space="preserve"> DO NOT WRITE ON!!!</w:t>
      </w:r>
    </w:p>
    <w:p w:rsidR="00525671" w:rsidRPr="009C1356" w:rsidRDefault="00525671" w:rsidP="00525671">
      <w:pPr>
        <w:rPr>
          <w:rFonts w:asciiTheme="majorHAnsi" w:hAnsiTheme="majorHAnsi"/>
        </w:rPr>
      </w:pPr>
    </w:p>
    <w:p w:rsidR="00525671" w:rsidRPr="009C1356" w:rsidRDefault="00525671" w:rsidP="00525671">
      <w:pPr>
        <w:rPr>
          <w:rFonts w:asciiTheme="majorHAnsi" w:hAnsiTheme="majorHAnsi"/>
        </w:rPr>
      </w:pPr>
    </w:p>
    <w:p w:rsidR="004207A3" w:rsidRPr="009C1356" w:rsidRDefault="004207A3" w:rsidP="00525671">
      <w:pPr>
        <w:rPr>
          <w:rFonts w:asciiTheme="majorHAnsi" w:hAnsiTheme="majorHAnsi"/>
        </w:rPr>
      </w:pP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9648"/>
      </w:tblGrid>
      <w:tr w:rsidR="00525671" w:rsidRPr="009C1356" w:rsidTr="00690B24">
        <w:tc>
          <w:tcPr>
            <w:tcW w:w="1368" w:type="dxa"/>
            <w:shd w:val="clear" w:color="auto" w:fill="auto"/>
          </w:tcPr>
          <w:p w:rsidR="00525671" w:rsidRPr="009C1356" w:rsidRDefault="00525671" w:rsidP="00690B24">
            <w:pPr>
              <w:tabs>
                <w:tab w:val="left" w:pos="0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9C1356">
              <w:rPr>
                <w:rFonts w:asciiTheme="majorHAnsi" w:hAnsiTheme="majorHAnsi"/>
                <w:b/>
                <w:sz w:val="20"/>
                <w:szCs w:val="20"/>
              </w:rPr>
              <w:t>CRS</w:t>
            </w:r>
          </w:p>
        </w:tc>
        <w:tc>
          <w:tcPr>
            <w:tcW w:w="9648" w:type="dxa"/>
            <w:shd w:val="clear" w:color="auto" w:fill="auto"/>
          </w:tcPr>
          <w:p w:rsidR="00525671" w:rsidRPr="009C1356" w:rsidRDefault="00525671" w:rsidP="00690B24">
            <w:pPr>
              <w:spacing w:before="2" w:after="2" w:line="276" w:lineRule="auto"/>
              <w:outlineLvl w:val="0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9C1356">
              <w:rPr>
                <w:rFonts w:asciiTheme="majorHAnsi" w:hAnsiTheme="majorHAnsi" w:cs="Calibri"/>
                <w:b/>
                <w:sz w:val="18"/>
                <w:szCs w:val="18"/>
              </w:rPr>
              <w:t>Geometry Content/FUN601 - Ev</w:t>
            </w:r>
            <w:r w:rsidRPr="009C1356">
              <w:rPr>
                <w:rFonts w:asciiTheme="majorHAnsi" w:hAnsiTheme="majorHAnsi"/>
                <w:sz w:val="18"/>
                <w:szCs w:val="18"/>
              </w:rPr>
              <w:t>aluate composite functions at integer values.</w:t>
            </w:r>
          </w:p>
        </w:tc>
      </w:tr>
      <w:tr w:rsidR="00525671" w:rsidRPr="009C1356" w:rsidTr="00690B24">
        <w:trPr>
          <w:trHeight w:val="98"/>
        </w:trPr>
        <w:tc>
          <w:tcPr>
            <w:tcW w:w="1368" w:type="dxa"/>
            <w:shd w:val="clear" w:color="auto" w:fill="auto"/>
          </w:tcPr>
          <w:p w:rsidR="00525671" w:rsidRPr="009C1356" w:rsidRDefault="00525671" w:rsidP="00690B24">
            <w:pPr>
              <w:tabs>
                <w:tab w:val="left" w:pos="0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9C1356">
              <w:rPr>
                <w:rFonts w:asciiTheme="majorHAnsi" w:hAnsiTheme="majorHAnsi"/>
                <w:b/>
                <w:sz w:val="20"/>
                <w:szCs w:val="20"/>
              </w:rPr>
              <w:t>Objective</w:t>
            </w:r>
          </w:p>
        </w:tc>
        <w:tc>
          <w:tcPr>
            <w:tcW w:w="9648" w:type="dxa"/>
            <w:shd w:val="clear" w:color="auto" w:fill="auto"/>
          </w:tcPr>
          <w:p w:rsidR="00525671" w:rsidRPr="009C1356" w:rsidRDefault="00525671" w:rsidP="004207A3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color w:val="000000"/>
                <w:sz w:val="18"/>
                <w:szCs w:val="18"/>
              </w:rPr>
            </w:pPr>
            <w:r w:rsidRPr="009C1356">
              <w:rPr>
                <w:rFonts w:asciiTheme="majorHAnsi" w:hAnsiTheme="majorHAnsi"/>
                <w:color w:val="000000"/>
                <w:sz w:val="18"/>
                <w:szCs w:val="18"/>
              </w:rPr>
              <w:t>- Evaluate composite functions at integer values</w:t>
            </w:r>
            <w:r w:rsidR="004207A3" w:rsidRPr="009C1356">
              <w:rPr>
                <w:rFonts w:asciiTheme="majorHAnsi" w:hAnsiTheme="majorHAnsi" w:cs="Arial"/>
                <w:b/>
                <w:color w:val="000000"/>
                <w:sz w:val="18"/>
                <w:szCs w:val="18"/>
              </w:rPr>
              <w:t xml:space="preserve">; </w:t>
            </w:r>
            <w:r w:rsidRPr="009C1356">
              <w:rPr>
                <w:rFonts w:asciiTheme="majorHAnsi" w:hAnsiTheme="majorHAnsi"/>
                <w:sz w:val="18"/>
                <w:szCs w:val="18"/>
              </w:rPr>
              <w:t xml:space="preserve">10.2 - </w:t>
            </w:r>
            <w:r w:rsidRPr="009C1356">
              <w:rPr>
                <w:rFonts w:asciiTheme="majorHAnsi" w:hAnsiTheme="majorHAnsi"/>
                <w:color w:val="000000"/>
                <w:sz w:val="18"/>
                <w:szCs w:val="18"/>
              </w:rPr>
              <w:t>Write an expression for the composite of two simple functions.</w:t>
            </w:r>
          </w:p>
        </w:tc>
      </w:tr>
    </w:tbl>
    <w:p w:rsidR="00525671" w:rsidRPr="009C1356" w:rsidRDefault="00525671">
      <w:pPr>
        <w:rPr>
          <w:rFonts w:asciiTheme="majorHAnsi" w:hAnsiTheme="majorHAnsi"/>
          <w:i/>
        </w:rPr>
      </w:pPr>
    </w:p>
    <w:tbl>
      <w:tblPr>
        <w:tblW w:w="110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6"/>
        <w:gridCol w:w="5696"/>
      </w:tblGrid>
      <w:tr w:rsidR="00525671" w:rsidRPr="009C1356" w:rsidTr="00970C15">
        <w:trPr>
          <w:trHeight w:val="143"/>
        </w:trPr>
        <w:tc>
          <w:tcPr>
            <w:tcW w:w="5336" w:type="dxa"/>
            <w:shd w:val="clear" w:color="auto" w:fill="auto"/>
          </w:tcPr>
          <w:p w:rsidR="00525671" w:rsidRPr="009C1356" w:rsidRDefault="00525671" w:rsidP="00690B24">
            <w:pPr>
              <w:rPr>
                <w:rFonts w:asciiTheme="majorHAnsi" w:hAnsiTheme="majorHAnsi" w:cs="Arial"/>
              </w:rPr>
            </w:pPr>
            <w:r w:rsidRPr="009C1356">
              <w:rPr>
                <w:rFonts w:asciiTheme="majorHAnsi" w:hAnsiTheme="majorHAnsi" w:cs="Arial"/>
              </w:rPr>
              <w:t xml:space="preserve">1) Let f(x) = 5x + 2 and g(x) = x - 2.  </w:t>
            </w:r>
          </w:p>
          <w:p w:rsidR="00525671" w:rsidRPr="009C1356" w:rsidRDefault="00525671" w:rsidP="00690B24">
            <w:pPr>
              <w:rPr>
                <w:rFonts w:asciiTheme="majorHAnsi" w:hAnsiTheme="majorHAnsi" w:cs="Arial"/>
              </w:rPr>
            </w:pPr>
          </w:p>
          <w:p w:rsidR="00525671" w:rsidRPr="009C1356" w:rsidRDefault="00525671" w:rsidP="00690B24">
            <w:pPr>
              <w:rPr>
                <w:rFonts w:asciiTheme="majorHAnsi" w:hAnsiTheme="majorHAnsi" w:cs="Arial"/>
              </w:rPr>
            </w:pPr>
            <w:r w:rsidRPr="009C1356">
              <w:rPr>
                <w:rFonts w:asciiTheme="majorHAnsi" w:hAnsiTheme="majorHAnsi" w:cs="Arial"/>
              </w:rPr>
              <w:t xml:space="preserve">a) Find </w:t>
            </w:r>
            <w:proofErr w:type="gramStart"/>
            <w:r w:rsidRPr="009C1356">
              <w:rPr>
                <w:rFonts w:asciiTheme="majorHAnsi" w:hAnsiTheme="majorHAnsi" w:cs="Arial"/>
              </w:rPr>
              <w:t>f(</w:t>
            </w:r>
            <w:proofErr w:type="gramEnd"/>
            <w:r w:rsidRPr="009C1356">
              <w:rPr>
                <w:rFonts w:asciiTheme="majorHAnsi" w:hAnsiTheme="majorHAnsi" w:cs="Arial"/>
              </w:rPr>
              <w:t>g(-4)).</w:t>
            </w:r>
          </w:p>
          <w:p w:rsidR="00525671" w:rsidRPr="009C1356" w:rsidRDefault="00525671" w:rsidP="00690B24">
            <w:pPr>
              <w:rPr>
                <w:rFonts w:asciiTheme="majorHAnsi" w:hAnsiTheme="majorHAnsi" w:cs="Arial"/>
              </w:rPr>
            </w:pPr>
            <w:r w:rsidRPr="009C1356">
              <w:rPr>
                <w:rFonts w:asciiTheme="majorHAnsi" w:hAnsiTheme="majorHAnsi" w:cs="Arial"/>
              </w:rPr>
              <w:t xml:space="preserve">b) Find </w:t>
            </w:r>
            <w:proofErr w:type="gramStart"/>
            <w:r w:rsidRPr="009C1356">
              <w:rPr>
                <w:rFonts w:asciiTheme="majorHAnsi" w:hAnsiTheme="majorHAnsi" w:cs="Arial"/>
              </w:rPr>
              <w:t>g(</w:t>
            </w:r>
            <w:proofErr w:type="gramEnd"/>
            <w:r w:rsidRPr="009C1356">
              <w:rPr>
                <w:rFonts w:asciiTheme="majorHAnsi" w:hAnsiTheme="majorHAnsi" w:cs="Arial"/>
              </w:rPr>
              <w:t>f(-4).</w:t>
            </w:r>
          </w:p>
        </w:tc>
        <w:tc>
          <w:tcPr>
            <w:tcW w:w="5696" w:type="dxa"/>
            <w:shd w:val="clear" w:color="auto" w:fill="auto"/>
          </w:tcPr>
          <w:p w:rsidR="00A71099" w:rsidRPr="009C1356" w:rsidRDefault="00525671" w:rsidP="00A71099">
            <w:pPr>
              <w:rPr>
                <w:rFonts w:asciiTheme="majorHAnsi" w:hAnsiTheme="majorHAnsi" w:cs="Arial"/>
              </w:rPr>
            </w:pPr>
            <w:r w:rsidRPr="009C1356">
              <w:rPr>
                <w:rFonts w:asciiTheme="majorHAnsi" w:hAnsiTheme="majorHAnsi" w:cs="Arial"/>
              </w:rPr>
              <w:t xml:space="preserve">2) </w:t>
            </w:r>
            <w:r w:rsidR="00A71099" w:rsidRPr="009C1356">
              <w:rPr>
                <w:rFonts w:asciiTheme="majorHAnsi" w:hAnsiTheme="majorHAnsi" w:cs="Arial"/>
              </w:rPr>
              <w:t>Let j(x) =</w:t>
            </w:r>
            <w:r w:rsidR="00A71099" w:rsidRPr="009C1356">
              <w:rPr>
                <w:rFonts w:asciiTheme="majorHAnsi" w:hAnsiTheme="majorHAnsi" w:cs="Arial"/>
                <w:position w:val="-6"/>
              </w:rPr>
              <w:object w:dxaOrig="7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15.75pt" o:ole="">
                  <v:imagedata r:id="rId7" o:title=""/>
                </v:shape>
                <o:OLEObject Type="Embed" ProgID="Equation.3" ShapeID="_x0000_i1025" DrawAspect="Content" ObjectID="_1484308163" r:id="rId8"/>
              </w:object>
            </w:r>
            <w:r w:rsidR="00A71099" w:rsidRPr="009C1356">
              <w:rPr>
                <w:rFonts w:asciiTheme="majorHAnsi" w:hAnsiTheme="majorHAnsi" w:cs="Arial"/>
              </w:rPr>
              <w:fldChar w:fldCharType="begin"/>
            </w:r>
            <w:r w:rsidR="00A71099" w:rsidRPr="009C1356">
              <w:rPr>
                <w:rFonts w:asciiTheme="majorHAnsi" w:hAnsiTheme="majorHAnsi" w:cs="Arial"/>
              </w:rPr>
              <w:instrText xml:space="preserve"> QUOTE </w:instrText>
            </w:r>
            <w:r w:rsidR="00A71099" w:rsidRPr="009C1356">
              <w:rPr>
                <w:rFonts w:asciiTheme="majorHAnsi" w:hAnsiTheme="majorHAnsi"/>
                <w:noProof/>
                <w:position w:val="-6"/>
              </w:rPr>
              <w:drawing>
                <wp:inline distT="0" distB="0" distL="0" distR="0" wp14:anchorId="4B8A8049" wp14:editId="1B683DA0">
                  <wp:extent cx="523875" cy="180975"/>
                  <wp:effectExtent l="0" t="0" r="9525" b="9525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71099" w:rsidRPr="009C1356">
              <w:rPr>
                <w:rFonts w:asciiTheme="majorHAnsi" w:hAnsiTheme="majorHAnsi" w:cs="Arial"/>
              </w:rPr>
              <w:instrText xml:space="preserve"> </w:instrText>
            </w:r>
            <w:r w:rsidR="00A71099" w:rsidRPr="009C1356">
              <w:rPr>
                <w:rFonts w:asciiTheme="majorHAnsi" w:hAnsiTheme="majorHAnsi" w:cs="Arial"/>
              </w:rPr>
              <w:fldChar w:fldCharType="end"/>
            </w:r>
            <w:r w:rsidR="00A71099" w:rsidRPr="009C1356">
              <w:rPr>
                <w:rFonts w:asciiTheme="majorHAnsi" w:hAnsiTheme="majorHAnsi" w:cs="Arial"/>
              </w:rPr>
              <w:t xml:space="preserve"> and k(x) = -0.5x.</w:t>
            </w:r>
          </w:p>
          <w:p w:rsidR="00A71099" w:rsidRPr="009C1356" w:rsidRDefault="00A71099" w:rsidP="00A71099">
            <w:pPr>
              <w:rPr>
                <w:rFonts w:asciiTheme="majorHAnsi" w:hAnsiTheme="majorHAnsi" w:cs="Arial"/>
              </w:rPr>
            </w:pPr>
            <w:r w:rsidRPr="009C1356">
              <w:rPr>
                <w:rFonts w:asciiTheme="majorHAnsi" w:hAnsiTheme="majorHAnsi" w:cs="Arial"/>
              </w:rPr>
              <w:t xml:space="preserve">a) What is </w:t>
            </w:r>
            <w:proofErr w:type="gramStart"/>
            <w:r w:rsidRPr="009C1356">
              <w:rPr>
                <w:rFonts w:asciiTheme="majorHAnsi" w:hAnsiTheme="majorHAnsi" w:cs="Arial"/>
              </w:rPr>
              <w:t>j(</w:t>
            </w:r>
            <w:proofErr w:type="gramEnd"/>
            <w:r w:rsidRPr="009C1356">
              <w:rPr>
                <w:rFonts w:asciiTheme="majorHAnsi" w:hAnsiTheme="majorHAnsi" w:cs="Arial"/>
              </w:rPr>
              <w:t>k(6))?</w:t>
            </w:r>
          </w:p>
          <w:p w:rsidR="00525671" w:rsidRPr="009C1356" w:rsidRDefault="00A71099" w:rsidP="00A71099">
            <w:pPr>
              <w:rPr>
                <w:rFonts w:asciiTheme="majorHAnsi" w:hAnsiTheme="majorHAnsi"/>
              </w:rPr>
            </w:pPr>
            <w:r w:rsidRPr="009C1356">
              <w:rPr>
                <w:rFonts w:asciiTheme="majorHAnsi" w:hAnsiTheme="majorHAnsi" w:cs="Arial"/>
              </w:rPr>
              <w:t>b) What is (k</w:t>
            </w:r>
            <w:r w:rsidRPr="009C1356">
              <w:rPr>
                <w:rFonts w:asciiTheme="majorHAnsi" w:hAnsiTheme="majorHAnsi" w:cs="Arial"/>
              </w:rPr>
              <w:fldChar w:fldCharType="begin"/>
            </w:r>
            <w:r w:rsidRPr="009C1356">
              <w:rPr>
                <w:rFonts w:asciiTheme="majorHAnsi" w:hAnsiTheme="majorHAnsi" w:cs="Arial"/>
              </w:rPr>
              <w:instrText xml:space="preserve"> QUOTE </w:instrText>
            </w:r>
            <w:r w:rsidRPr="009C1356">
              <w:rPr>
                <w:rFonts w:asciiTheme="majorHAnsi" w:hAnsiTheme="majorHAnsi"/>
                <w:noProof/>
                <w:position w:val="-6"/>
              </w:rPr>
              <w:drawing>
                <wp:inline distT="0" distB="0" distL="0" distR="0" wp14:anchorId="0910D315" wp14:editId="657E89B2">
                  <wp:extent cx="66675" cy="180975"/>
                  <wp:effectExtent l="0" t="0" r="9525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1356">
              <w:rPr>
                <w:rFonts w:asciiTheme="majorHAnsi" w:hAnsiTheme="majorHAnsi" w:cs="Arial"/>
              </w:rPr>
              <w:instrText xml:space="preserve"> </w:instrText>
            </w:r>
            <w:r w:rsidRPr="009C1356">
              <w:rPr>
                <w:rFonts w:asciiTheme="majorHAnsi" w:hAnsiTheme="majorHAnsi" w:cs="Arial"/>
              </w:rPr>
              <w:fldChar w:fldCharType="separate"/>
            </w:r>
            <w:r w:rsidRPr="009C1356">
              <w:rPr>
                <w:rFonts w:asciiTheme="majorHAnsi" w:hAnsiTheme="majorHAnsi"/>
                <w:noProof/>
                <w:position w:val="-6"/>
              </w:rPr>
              <w:drawing>
                <wp:inline distT="0" distB="0" distL="0" distR="0" wp14:anchorId="42754CED" wp14:editId="29150314">
                  <wp:extent cx="66675" cy="180975"/>
                  <wp:effectExtent l="0" t="0" r="9525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1356">
              <w:rPr>
                <w:rFonts w:asciiTheme="majorHAnsi" w:hAnsiTheme="majorHAnsi" w:cs="Arial"/>
              </w:rPr>
              <w:fldChar w:fldCharType="end"/>
            </w:r>
            <w:r w:rsidRPr="009C1356">
              <w:rPr>
                <w:rFonts w:asciiTheme="majorHAnsi" w:hAnsiTheme="majorHAnsi" w:cs="Arial"/>
              </w:rPr>
              <w:t>j</w:t>
            </w:r>
            <w:proofErr w:type="gramStart"/>
            <w:r w:rsidRPr="009C1356">
              <w:rPr>
                <w:rFonts w:asciiTheme="majorHAnsi" w:hAnsiTheme="majorHAnsi" w:cs="Arial"/>
              </w:rPr>
              <w:t>)(</w:t>
            </w:r>
            <w:proofErr w:type="gramEnd"/>
            <w:r w:rsidRPr="009C1356">
              <w:rPr>
                <w:rFonts w:asciiTheme="majorHAnsi" w:hAnsiTheme="majorHAnsi" w:cs="Arial"/>
              </w:rPr>
              <w:t>6).</w:t>
            </w:r>
          </w:p>
        </w:tc>
      </w:tr>
      <w:tr w:rsidR="00525671" w:rsidRPr="009C1356" w:rsidTr="00970C15">
        <w:trPr>
          <w:trHeight w:val="143"/>
        </w:trPr>
        <w:tc>
          <w:tcPr>
            <w:tcW w:w="5336" w:type="dxa"/>
            <w:shd w:val="clear" w:color="auto" w:fill="auto"/>
          </w:tcPr>
          <w:p w:rsidR="00525671" w:rsidRPr="009C1356" w:rsidRDefault="00A71099" w:rsidP="00690B24">
            <w:pPr>
              <w:rPr>
                <w:rFonts w:asciiTheme="majorHAnsi" w:hAnsiTheme="majorHAnsi" w:cs="Arial"/>
              </w:rPr>
            </w:pPr>
            <w:r w:rsidRPr="009C1356">
              <w:rPr>
                <w:rFonts w:asciiTheme="majorHAnsi" w:hAnsiTheme="majorHAnsi" w:cs="Arial"/>
              </w:rPr>
              <w:t>3</w:t>
            </w:r>
            <w:r w:rsidR="00525671" w:rsidRPr="009C1356">
              <w:rPr>
                <w:rFonts w:asciiTheme="majorHAnsi" w:hAnsiTheme="majorHAnsi" w:cs="Arial"/>
              </w:rPr>
              <w:t xml:space="preserve">) Let p(x) </w:t>
            </w:r>
            <w:proofErr w:type="gramStart"/>
            <w:r w:rsidR="00525671" w:rsidRPr="009C1356">
              <w:rPr>
                <w:rFonts w:asciiTheme="majorHAnsi" w:hAnsiTheme="majorHAnsi" w:cs="Arial"/>
              </w:rPr>
              <w:t xml:space="preserve">= </w:t>
            </w:r>
            <w:proofErr w:type="gramEnd"/>
            <w:r w:rsidR="00525671" w:rsidRPr="009C1356">
              <w:rPr>
                <w:rFonts w:asciiTheme="majorHAnsi" w:hAnsiTheme="majorHAnsi" w:cs="Arial"/>
              </w:rPr>
              <w:fldChar w:fldCharType="begin"/>
            </w:r>
            <w:r w:rsidR="00525671" w:rsidRPr="009C1356">
              <w:rPr>
                <w:rFonts w:asciiTheme="majorHAnsi" w:hAnsiTheme="majorHAnsi" w:cs="Arial"/>
              </w:rPr>
              <w:instrText xml:space="preserve"> QUOTE </w:instrText>
            </w:r>
            <w:r w:rsidR="00525671" w:rsidRPr="009C1356">
              <w:rPr>
                <w:rFonts w:asciiTheme="majorHAnsi" w:hAnsiTheme="majorHAnsi"/>
                <w:noProof/>
                <w:position w:val="-6"/>
              </w:rPr>
              <w:drawing>
                <wp:inline distT="0" distB="0" distL="0" distR="0" wp14:anchorId="2B274DC1" wp14:editId="1DDEABFF">
                  <wp:extent cx="419100" cy="180975"/>
                  <wp:effectExtent l="0" t="0" r="0" b="9525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25671" w:rsidRPr="009C1356">
              <w:rPr>
                <w:rFonts w:asciiTheme="majorHAnsi" w:hAnsiTheme="majorHAnsi" w:cs="Arial"/>
              </w:rPr>
              <w:instrText xml:space="preserve"> </w:instrText>
            </w:r>
            <w:r w:rsidR="00525671" w:rsidRPr="009C1356">
              <w:rPr>
                <w:rFonts w:asciiTheme="majorHAnsi" w:hAnsiTheme="majorHAnsi" w:cs="Arial"/>
              </w:rPr>
              <w:fldChar w:fldCharType="separate"/>
            </w:r>
            <w:r w:rsidR="00525671" w:rsidRPr="009C1356">
              <w:rPr>
                <w:rFonts w:asciiTheme="majorHAnsi" w:hAnsiTheme="majorHAnsi"/>
                <w:noProof/>
                <w:position w:val="-6"/>
              </w:rPr>
              <w:drawing>
                <wp:inline distT="0" distB="0" distL="0" distR="0" wp14:anchorId="02792909" wp14:editId="7D27F81C">
                  <wp:extent cx="419100" cy="180975"/>
                  <wp:effectExtent l="0" t="0" r="0" b="9525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25671" w:rsidRPr="009C1356">
              <w:rPr>
                <w:rFonts w:asciiTheme="majorHAnsi" w:hAnsiTheme="majorHAnsi" w:cs="Arial"/>
              </w:rPr>
              <w:fldChar w:fldCharType="end"/>
            </w:r>
            <w:r w:rsidR="00525671" w:rsidRPr="009C1356">
              <w:rPr>
                <w:rFonts w:asciiTheme="majorHAnsi" w:hAnsiTheme="majorHAnsi" w:cs="Arial"/>
              </w:rPr>
              <w:t xml:space="preserve">.  Find </w:t>
            </w:r>
            <w:proofErr w:type="gramStart"/>
            <w:r w:rsidR="00525671" w:rsidRPr="009C1356">
              <w:rPr>
                <w:rFonts w:asciiTheme="majorHAnsi" w:hAnsiTheme="majorHAnsi" w:cs="Arial"/>
              </w:rPr>
              <w:t>p(</w:t>
            </w:r>
            <w:proofErr w:type="gramEnd"/>
            <w:r w:rsidR="00525671" w:rsidRPr="009C1356">
              <w:rPr>
                <w:rFonts w:asciiTheme="majorHAnsi" w:hAnsiTheme="majorHAnsi" w:cs="Arial"/>
              </w:rPr>
              <w:t>p(-6)).</w:t>
            </w:r>
          </w:p>
          <w:p w:rsidR="00525671" w:rsidRPr="009C1356" w:rsidRDefault="00525671" w:rsidP="00690B24">
            <w:pPr>
              <w:rPr>
                <w:rFonts w:asciiTheme="majorHAnsi" w:hAnsiTheme="majorHAnsi" w:cs="Arial"/>
              </w:rPr>
            </w:pPr>
          </w:p>
        </w:tc>
        <w:tc>
          <w:tcPr>
            <w:tcW w:w="5696" w:type="dxa"/>
            <w:shd w:val="clear" w:color="auto" w:fill="auto"/>
          </w:tcPr>
          <w:p w:rsidR="00525671" w:rsidRPr="009C1356" w:rsidRDefault="00A71099" w:rsidP="00690B24">
            <w:pPr>
              <w:rPr>
                <w:rFonts w:asciiTheme="majorHAnsi" w:hAnsiTheme="majorHAnsi" w:cs="Arial"/>
              </w:rPr>
            </w:pPr>
            <w:r w:rsidRPr="009C1356">
              <w:rPr>
                <w:rFonts w:asciiTheme="majorHAnsi" w:hAnsiTheme="majorHAnsi" w:cs="Arial"/>
              </w:rPr>
              <w:t>4</w:t>
            </w:r>
            <w:r w:rsidR="00525671" w:rsidRPr="009C1356">
              <w:rPr>
                <w:rFonts w:asciiTheme="majorHAnsi" w:hAnsiTheme="majorHAnsi" w:cs="Arial"/>
              </w:rPr>
              <w:t xml:space="preserve">) Let q(x) </w:t>
            </w:r>
            <w:proofErr w:type="gramStart"/>
            <w:r w:rsidR="00525671" w:rsidRPr="009C1356">
              <w:rPr>
                <w:rFonts w:asciiTheme="majorHAnsi" w:hAnsiTheme="majorHAnsi" w:cs="Arial"/>
              </w:rPr>
              <w:t xml:space="preserve">= </w:t>
            </w:r>
            <w:proofErr w:type="gramEnd"/>
            <w:r w:rsidR="00525671" w:rsidRPr="009C1356">
              <w:rPr>
                <w:rFonts w:asciiTheme="majorHAnsi" w:hAnsiTheme="majorHAnsi" w:cs="Arial"/>
              </w:rPr>
              <w:fldChar w:fldCharType="begin"/>
            </w:r>
            <w:r w:rsidR="00525671" w:rsidRPr="009C1356">
              <w:rPr>
                <w:rFonts w:asciiTheme="majorHAnsi" w:hAnsiTheme="majorHAnsi" w:cs="Arial"/>
              </w:rPr>
              <w:instrText xml:space="preserve"> QUOTE </w:instrText>
            </w:r>
            <w:r w:rsidR="00525671" w:rsidRPr="009C1356">
              <w:rPr>
                <w:rFonts w:asciiTheme="majorHAnsi" w:hAnsiTheme="majorHAnsi"/>
                <w:noProof/>
                <w:position w:val="-6"/>
              </w:rPr>
              <w:drawing>
                <wp:inline distT="0" distB="0" distL="0" distR="0" wp14:anchorId="01665313" wp14:editId="4D8D9E8C">
                  <wp:extent cx="857250" cy="180975"/>
                  <wp:effectExtent l="0" t="0" r="0" b="9525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25671" w:rsidRPr="009C1356">
              <w:rPr>
                <w:rFonts w:asciiTheme="majorHAnsi" w:hAnsiTheme="majorHAnsi" w:cs="Arial"/>
              </w:rPr>
              <w:instrText xml:space="preserve"> </w:instrText>
            </w:r>
            <w:r w:rsidR="00525671" w:rsidRPr="009C1356">
              <w:rPr>
                <w:rFonts w:asciiTheme="majorHAnsi" w:hAnsiTheme="majorHAnsi" w:cs="Arial"/>
              </w:rPr>
              <w:fldChar w:fldCharType="separate"/>
            </w:r>
            <w:r w:rsidR="00525671" w:rsidRPr="009C1356">
              <w:rPr>
                <w:rFonts w:asciiTheme="majorHAnsi" w:hAnsiTheme="majorHAnsi"/>
                <w:noProof/>
                <w:position w:val="-6"/>
              </w:rPr>
              <w:drawing>
                <wp:inline distT="0" distB="0" distL="0" distR="0" wp14:anchorId="4D0845DD" wp14:editId="516D0EE5">
                  <wp:extent cx="857250" cy="180975"/>
                  <wp:effectExtent l="0" t="0" r="0" b="9525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25671" w:rsidRPr="009C1356">
              <w:rPr>
                <w:rFonts w:asciiTheme="majorHAnsi" w:hAnsiTheme="majorHAnsi" w:cs="Arial"/>
              </w:rPr>
              <w:fldChar w:fldCharType="end"/>
            </w:r>
            <w:r w:rsidR="00525671" w:rsidRPr="009C1356">
              <w:rPr>
                <w:rFonts w:asciiTheme="majorHAnsi" w:hAnsiTheme="majorHAnsi" w:cs="Arial"/>
              </w:rPr>
              <w:t xml:space="preserve">.  Find </w:t>
            </w:r>
            <w:proofErr w:type="gramStart"/>
            <w:r w:rsidR="00525671" w:rsidRPr="009C1356">
              <w:rPr>
                <w:rFonts w:asciiTheme="majorHAnsi" w:hAnsiTheme="majorHAnsi" w:cs="Arial"/>
              </w:rPr>
              <w:t>q(</w:t>
            </w:r>
            <w:proofErr w:type="gramEnd"/>
            <w:r w:rsidR="00525671" w:rsidRPr="009C1356">
              <w:rPr>
                <w:rFonts w:asciiTheme="majorHAnsi" w:hAnsiTheme="majorHAnsi" w:cs="Arial"/>
              </w:rPr>
              <w:t>q(-2)).</w:t>
            </w:r>
          </w:p>
          <w:p w:rsidR="00525671" w:rsidRPr="009C1356" w:rsidRDefault="00525671" w:rsidP="00690B24">
            <w:pPr>
              <w:rPr>
                <w:rFonts w:asciiTheme="majorHAnsi" w:hAnsiTheme="majorHAnsi" w:cs="Arial"/>
              </w:rPr>
            </w:pPr>
          </w:p>
        </w:tc>
      </w:tr>
      <w:tr w:rsidR="00525671" w:rsidRPr="009C1356" w:rsidTr="00970C15">
        <w:trPr>
          <w:trHeight w:val="143"/>
        </w:trPr>
        <w:tc>
          <w:tcPr>
            <w:tcW w:w="5336" w:type="dxa"/>
            <w:shd w:val="clear" w:color="auto" w:fill="auto"/>
          </w:tcPr>
          <w:p w:rsidR="00525671" w:rsidRPr="009C1356" w:rsidRDefault="00A71099" w:rsidP="00690B24">
            <w:pPr>
              <w:rPr>
                <w:rFonts w:asciiTheme="majorHAnsi" w:hAnsiTheme="majorHAnsi" w:cs="Arial"/>
              </w:rPr>
            </w:pPr>
            <w:r w:rsidRPr="009C1356">
              <w:rPr>
                <w:rFonts w:asciiTheme="majorHAnsi" w:hAnsiTheme="majorHAnsi"/>
              </w:rPr>
              <w:t>5</w:t>
            </w:r>
            <w:r w:rsidR="00525671" w:rsidRPr="009C1356">
              <w:rPr>
                <w:rFonts w:asciiTheme="majorHAnsi" w:hAnsiTheme="majorHAnsi"/>
              </w:rPr>
              <w:t xml:space="preserve">) </w:t>
            </w:r>
            <w:r w:rsidR="00525671" w:rsidRPr="009C1356">
              <w:rPr>
                <w:rFonts w:asciiTheme="majorHAnsi" w:hAnsiTheme="majorHAnsi" w:cs="Arial"/>
              </w:rPr>
              <w:t xml:space="preserve">Let f(x) = 3x- 2 and g(x) </w:t>
            </w:r>
            <w:proofErr w:type="gramStart"/>
            <w:r w:rsidR="00525671" w:rsidRPr="009C1356">
              <w:rPr>
                <w:rFonts w:asciiTheme="majorHAnsi" w:hAnsiTheme="majorHAnsi" w:cs="Arial"/>
              </w:rPr>
              <w:t xml:space="preserve">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Arial"/>
                    </w:rPr>
                  </m:ctrlPr>
                </m:radPr>
                <m:deg>
                  <w:proofErr w:type="gramEnd"/>
                </m:deg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x</m:t>
                  </m:r>
                </m:e>
              </m:rad>
            </m:oMath>
            <w:r w:rsidR="00525671" w:rsidRPr="009C1356">
              <w:rPr>
                <w:rFonts w:asciiTheme="majorHAnsi" w:hAnsiTheme="majorHAnsi" w:cs="Arial"/>
                <w:noProof/>
              </w:rPr>
              <w:t xml:space="preserve"> .</w:t>
            </w:r>
          </w:p>
          <w:p w:rsidR="00525671" w:rsidRPr="009C1356" w:rsidRDefault="00525671" w:rsidP="00690B24">
            <w:pPr>
              <w:rPr>
                <w:rFonts w:asciiTheme="majorHAnsi" w:hAnsiTheme="majorHAnsi" w:cs="Arial"/>
              </w:rPr>
            </w:pPr>
          </w:p>
          <w:p w:rsidR="00525671" w:rsidRPr="009C1356" w:rsidRDefault="00525671" w:rsidP="00690B24">
            <w:pPr>
              <w:rPr>
                <w:rFonts w:asciiTheme="majorHAnsi" w:hAnsiTheme="majorHAnsi" w:cs="Arial"/>
              </w:rPr>
            </w:pPr>
            <w:r w:rsidRPr="009C1356">
              <w:rPr>
                <w:rFonts w:asciiTheme="majorHAnsi" w:hAnsiTheme="majorHAnsi" w:cs="Arial"/>
              </w:rPr>
              <w:t xml:space="preserve">a) Find </w:t>
            </w:r>
            <w:proofErr w:type="gramStart"/>
            <w:r w:rsidRPr="009C1356">
              <w:rPr>
                <w:rFonts w:asciiTheme="majorHAnsi" w:hAnsiTheme="majorHAnsi" w:cs="Arial"/>
              </w:rPr>
              <w:t>f(</w:t>
            </w:r>
            <w:proofErr w:type="gramEnd"/>
            <w:r w:rsidRPr="009C1356">
              <w:rPr>
                <w:rFonts w:asciiTheme="majorHAnsi" w:hAnsiTheme="majorHAnsi" w:cs="Arial"/>
              </w:rPr>
              <w:t xml:space="preserve">g(25)). </w:t>
            </w:r>
          </w:p>
          <w:p w:rsidR="00525671" w:rsidRPr="009C1356" w:rsidRDefault="00525671" w:rsidP="00690B24">
            <w:pPr>
              <w:rPr>
                <w:rFonts w:asciiTheme="majorHAnsi" w:hAnsiTheme="majorHAnsi" w:cs="Arial"/>
              </w:rPr>
            </w:pPr>
            <w:r w:rsidRPr="009C1356">
              <w:rPr>
                <w:rFonts w:asciiTheme="majorHAnsi" w:hAnsiTheme="majorHAnsi" w:cs="Arial"/>
              </w:rPr>
              <w:t>b) Find g(g(1296))</w:t>
            </w:r>
          </w:p>
        </w:tc>
        <w:tc>
          <w:tcPr>
            <w:tcW w:w="5696" w:type="dxa"/>
            <w:shd w:val="clear" w:color="auto" w:fill="auto"/>
          </w:tcPr>
          <w:p w:rsidR="00525671" w:rsidRPr="009C1356" w:rsidRDefault="00A71099" w:rsidP="00690B24">
            <w:pPr>
              <w:rPr>
                <w:rFonts w:asciiTheme="majorHAnsi" w:hAnsiTheme="majorHAnsi" w:cs="Arial"/>
              </w:rPr>
            </w:pPr>
            <w:r w:rsidRPr="009C1356">
              <w:rPr>
                <w:rFonts w:asciiTheme="majorHAnsi" w:hAnsiTheme="majorHAnsi" w:cs="Arial"/>
              </w:rPr>
              <w:t>6</w:t>
            </w:r>
            <w:r w:rsidR="00525671" w:rsidRPr="009C1356">
              <w:rPr>
                <w:rFonts w:asciiTheme="majorHAnsi" w:hAnsiTheme="majorHAnsi" w:cs="Arial"/>
              </w:rPr>
              <w:t xml:space="preserve">) Let w(x) = </w:t>
            </w:r>
            <w:r w:rsidR="00525671" w:rsidRPr="009C1356">
              <w:rPr>
                <w:rFonts w:asciiTheme="majorHAnsi" w:hAnsiTheme="majorHAnsi" w:cs="Arial"/>
              </w:rPr>
              <w:fldChar w:fldCharType="begin"/>
            </w:r>
            <w:r w:rsidR="00525671" w:rsidRPr="009C1356">
              <w:rPr>
                <w:rFonts w:asciiTheme="majorHAnsi" w:hAnsiTheme="majorHAnsi" w:cs="Arial"/>
              </w:rPr>
              <w:instrText xml:space="preserve"> QUOTE </w:instrText>
            </w:r>
            <w:r w:rsidR="00525671" w:rsidRPr="009C1356">
              <w:rPr>
                <w:rFonts w:asciiTheme="majorHAnsi" w:hAnsiTheme="majorHAnsi"/>
                <w:noProof/>
                <w:position w:val="-6"/>
              </w:rPr>
              <w:drawing>
                <wp:inline distT="0" distB="0" distL="0" distR="0" wp14:anchorId="03CFF481" wp14:editId="5BE3A046">
                  <wp:extent cx="419100" cy="180975"/>
                  <wp:effectExtent l="0" t="0" r="0" b="9525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25671" w:rsidRPr="009C1356">
              <w:rPr>
                <w:rFonts w:asciiTheme="majorHAnsi" w:hAnsiTheme="majorHAnsi" w:cs="Arial"/>
              </w:rPr>
              <w:instrText xml:space="preserve"> </w:instrText>
            </w:r>
            <w:r w:rsidR="00525671" w:rsidRPr="009C1356">
              <w:rPr>
                <w:rFonts w:asciiTheme="majorHAnsi" w:hAnsiTheme="majorHAnsi" w:cs="Arial"/>
              </w:rPr>
              <w:fldChar w:fldCharType="separate"/>
            </w:r>
            <w:r w:rsidR="00525671" w:rsidRPr="009C1356">
              <w:rPr>
                <w:rFonts w:asciiTheme="majorHAnsi" w:hAnsiTheme="majorHAnsi" w:cs="Arial"/>
                <w:position w:val="-6"/>
              </w:rPr>
              <w:object w:dxaOrig="660" w:dyaOrig="320">
                <v:shape id="_x0000_i1026" type="#_x0000_t75" style="width:33pt;height:15.75pt" o:ole="">
                  <v:imagedata r:id="rId14" o:title=""/>
                </v:shape>
                <o:OLEObject Type="Embed" ProgID="Equation.3" ShapeID="_x0000_i1026" DrawAspect="Content" ObjectID="_1484308164" r:id="rId15"/>
              </w:object>
            </w:r>
            <w:r w:rsidR="00525671" w:rsidRPr="009C1356">
              <w:rPr>
                <w:rFonts w:asciiTheme="majorHAnsi" w:hAnsiTheme="majorHAnsi" w:cs="Arial"/>
              </w:rPr>
              <w:fldChar w:fldCharType="end"/>
            </w:r>
            <w:r w:rsidR="00525671" w:rsidRPr="009C1356">
              <w:rPr>
                <w:rFonts w:asciiTheme="majorHAnsi" w:hAnsiTheme="majorHAnsi" w:cs="Arial"/>
              </w:rPr>
              <w:t xml:space="preserve"> and r(x) </w:t>
            </w:r>
            <w:proofErr w:type="gramStart"/>
            <w:r w:rsidR="00525671" w:rsidRPr="009C1356">
              <w:rPr>
                <w:rFonts w:asciiTheme="majorHAnsi" w:hAnsiTheme="majorHAnsi" w:cs="Arial"/>
              </w:rPr>
              <w:t xml:space="preserve">= </w:t>
            </w:r>
            <w:proofErr w:type="gramEnd"/>
            <w:r w:rsidR="00525671" w:rsidRPr="009C1356">
              <w:rPr>
                <w:rFonts w:asciiTheme="majorHAnsi" w:hAnsiTheme="majorHAnsi" w:cs="Arial"/>
                <w:position w:val="-8"/>
              </w:rPr>
              <w:object w:dxaOrig="560" w:dyaOrig="360">
                <v:shape id="_x0000_i1027" type="#_x0000_t75" style="width:27.75pt;height:18.75pt" o:ole="">
                  <v:imagedata r:id="rId16" o:title=""/>
                </v:shape>
                <o:OLEObject Type="Embed" ProgID="Equation.3" ShapeID="_x0000_i1027" DrawAspect="Content" ObjectID="_1484308165" r:id="rId17"/>
              </w:object>
            </w:r>
            <w:r w:rsidR="00525671" w:rsidRPr="009C1356">
              <w:rPr>
                <w:rFonts w:asciiTheme="majorHAnsi" w:hAnsiTheme="majorHAnsi" w:cs="Arial"/>
              </w:rPr>
              <w:t>.</w:t>
            </w:r>
          </w:p>
          <w:p w:rsidR="00525671" w:rsidRPr="009C1356" w:rsidRDefault="00525671" w:rsidP="00690B24">
            <w:pPr>
              <w:rPr>
                <w:rFonts w:asciiTheme="majorHAnsi" w:hAnsiTheme="majorHAnsi" w:cs="Arial"/>
              </w:rPr>
            </w:pPr>
          </w:p>
          <w:p w:rsidR="00525671" w:rsidRPr="009C1356" w:rsidRDefault="00525671" w:rsidP="00690B24">
            <w:pPr>
              <w:rPr>
                <w:rFonts w:asciiTheme="majorHAnsi" w:hAnsiTheme="majorHAnsi" w:cs="Arial"/>
              </w:rPr>
            </w:pPr>
            <w:r w:rsidRPr="009C1356">
              <w:rPr>
                <w:rFonts w:asciiTheme="majorHAnsi" w:hAnsiTheme="majorHAnsi" w:cs="Arial"/>
              </w:rPr>
              <w:t>a) Find (w</w:t>
            </w:r>
            <w:r w:rsidRPr="009C1356">
              <w:rPr>
                <w:rFonts w:asciiTheme="majorHAnsi" w:hAnsiTheme="majorHAnsi" w:cs="Arial"/>
              </w:rPr>
              <w:fldChar w:fldCharType="begin"/>
            </w:r>
            <w:r w:rsidRPr="009C1356">
              <w:rPr>
                <w:rFonts w:asciiTheme="majorHAnsi" w:hAnsiTheme="majorHAnsi" w:cs="Arial"/>
              </w:rPr>
              <w:instrText xml:space="preserve"> QUOTE </w:instrText>
            </w:r>
            <w:r w:rsidRPr="009C1356">
              <w:rPr>
                <w:rFonts w:asciiTheme="majorHAnsi" w:hAnsiTheme="majorHAnsi"/>
                <w:noProof/>
                <w:position w:val="-6"/>
              </w:rPr>
              <w:drawing>
                <wp:inline distT="0" distB="0" distL="0" distR="0" wp14:anchorId="46888C19" wp14:editId="7F737FC8">
                  <wp:extent cx="66675" cy="180975"/>
                  <wp:effectExtent l="0" t="0" r="9525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1356">
              <w:rPr>
                <w:rFonts w:asciiTheme="majorHAnsi" w:hAnsiTheme="majorHAnsi" w:cs="Arial"/>
              </w:rPr>
              <w:instrText xml:space="preserve"> </w:instrText>
            </w:r>
            <w:r w:rsidRPr="009C1356">
              <w:rPr>
                <w:rFonts w:asciiTheme="majorHAnsi" w:hAnsiTheme="majorHAnsi" w:cs="Arial"/>
              </w:rPr>
              <w:fldChar w:fldCharType="separate"/>
            </w:r>
            <w:r w:rsidRPr="009C1356">
              <w:rPr>
                <w:rFonts w:asciiTheme="majorHAnsi" w:hAnsiTheme="majorHAnsi"/>
                <w:noProof/>
                <w:position w:val="-6"/>
              </w:rPr>
              <w:drawing>
                <wp:inline distT="0" distB="0" distL="0" distR="0" wp14:anchorId="0CFA20A8" wp14:editId="72C39064">
                  <wp:extent cx="66675" cy="180975"/>
                  <wp:effectExtent l="0" t="0" r="9525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1356">
              <w:rPr>
                <w:rFonts w:asciiTheme="majorHAnsi" w:hAnsiTheme="majorHAnsi" w:cs="Arial"/>
              </w:rPr>
              <w:fldChar w:fldCharType="end"/>
            </w:r>
            <w:r w:rsidRPr="009C1356">
              <w:rPr>
                <w:rFonts w:asciiTheme="majorHAnsi" w:hAnsiTheme="majorHAnsi" w:cs="Arial"/>
              </w:rPr>
              <w:t>r)(9)</w:t>
            </w:r>
          </w:p>
          <w:p w:rsidR="00525671" w:rsidRPr="009C1356" w:rsidRDefault="00525671" w:rsidP="00690B24">
            <w:pPr>
              <w:rPr>
                <w:rFonts w:asciiTheme="majorHAnsi" w:hAnsiTheme="majorHAnsi" w:cs="Arial"/>
              </w:rPr>
            </w:pPr>
            <w:r w:rsidRPr="009C1356">
              <w:rPr>
                <w:rFonts w:asciiTheme="majorHAnsi" w:hAnsiTheme="majorHAnsi" w:cs="Arial"/>
              </w:rPr>
              <w:t>b) Find (r</w:t>
            </w:r>
            <m:oMath>
              <m:r>
                <m:rPr>
                  <m:sty m:val="p"/>
                </m:rPr>
                <w:rPr>
                  <w:rFonts w:ascii="Cambria Math" w:hAnsi="Cambria Math" w:cs="Lucida Sans Unicode"/>
                </w:rPr>
                <m:t>∘</m:t>
              </m:r>
            </m:oMath>
            <w:r w:rsidRPr="009C1356">
              <w:rPr>
                <w:rFonts w:asciiTheme="majorHAnsi" w:hAnsiTheme="majorHAnsi" w:cs="Arial"/>
              </w:rPr>
              <w:t>r</w:t>
            </w:r>
            <w:proofErr w:type="gramStart"/>
            <w:r w:rsidRPr="009C1356">
              <w:rPr>
                <w:rFonts w:asciiTheme="majorHAnsi" w:hAnsiTheme="majorHAnsi" w:cs="Arial"/>
              </w:rPr>
              <w:t>)(</w:t>
            </w:r>
            <w:proofErr w:type="gramEnd"/>
            <w:r w:rsidRPr="009C1356">
              <w:rPr>
                <w:rFonts w:asciiTheme="majorHAnsi" w:hAnsiTheme="majorHAnsi" w:cs="Arial"/>
              </w:rPr>
              <w:t>256).</w:t>
            </w:r>
          </w:p>
        </w:tc>
      </w:tr>
      <w:tr w:rsidR="00525671" w:rsidRPr="009C1356" w:rsidTr="00970C15">
        <w:trPr>
          <w:trHeight w:val="143"/>
        </w:trPr>
        <w:tc>
          <w:tcPr>
            <w:tcW w:w="5336" w:type="dxa"/>
            <w:shd w:val="clear" w:color="auto" w:fill="auto"/>
          </w:tcPr>
          <w:p w:rsidR="00525671" w:rsidRPr="009C1356" w:rsidRDefault="00A71099" w:rsidP="00690B24">
            <w:pPr>
              <w:rPr>
                <w:rFonts w:asciiTheme="majorHAnsi" w:hAnsiTheme="majorHAnsi" w:cs="Arial"/>
              </w:rPr>
            </w:pPr>
            <w:r w:rsidRPr="009C1356">
              <w:rPr>
                <w:rFonts w:asciiTheme="majorHAnsi" w:hAnsiTheme="majorHAnsi" w:cs="Arial"/>
              </w:rPr>
              <w:t>7</w:t>
            </w:r>
            <w:r w:rsidR="00525671" w:rsidRPr="009C1356">
              <w:rPr>
                <w:rFonts w:asciiTheme="majorHAnsi" w:hAnsiTheme="majorHAnsi" w:cs="Arial"/>
              </w:rPr>
              <w:t xml:space="preserve">) Let f(x) = 6x + 3,  g(x) = </w:t>
            </w:r>
            <w:r w:rsidR="00525671" w:rsidRPr="009C1356">
              <w:rPr>
                <w:rFonts w:asciiTheme="majorHAnsi" w:hAnsiTheme="majorHAnsi" w:cs="Arial"/>
                <w:position w:val="-24"/>
              </w:rPr>
              <w:object w:dxaOrig="580" w:dyaOrig="620">
                <v:shape id="_x0000_i1028" type="#_x0000_t75" style="width:29.25pt;height:30.75pt" o:ole="">
                  <v:imagedata r:id="rId18" o:title=""/>
                </v:shape>
                <o:OLEObject Type="Embed" ProgID="Equation.3" ShapeID="_x0000_i1028" DrawAspect="Content" ObjectID="_1484308166" r:id="rId19"/>
              </w:object>
            </w:r>
            <w:r w:rsidR="00525671" w:rsidRPr="009C1356">
              <w:rPr>
                <w:rFonts w:asciiTheme="majorHAnsi" w:hAnsiTheme="majorHAnsi" w:cs="Arial"/>
              </w:rPr>
              <w:t>, and h(x) = -7x</w:t>
            </w:r>
          </w:p>
          <w:p w:rsidR="00525671" w:rsidRPr="009C1356" w:rsidRDefault="00525671" w:rsidP="00690B24">
            <w:pPr>
              <w:rPr>
                <w:rFonts w:asciiTheme="majorHAnsi" w:hAnsiTheme="majorHAnsi" w:cs="Arial"/>
              </w:rPr>
            </w:pPr>
            <w:r w:rsidRPr="009C1356">
              <w:rPr>
                <w:rFonts w:asciiTheme="majorHAnsi" w:hAnsiTheme="majorHAnsi" w:cs="Arial"/>
              </w:rPr>
              <w:t xml:space="preserve">Find </w:t>
            </w:r>
            <w:proofErr w:type="gramStart"/>
            <w:r w:rsidRPr="009C1356">
              <w:rPr>
                <w:rFonts w:asciiTheme="majorHAnsi" w:hAnsiTheme="majorHAnsi" w:cs="Arial"/>
              </w:rPr>
              <w:t>h(</w:t>
            </w:r>
            <w:proofErr w:type="gramEnd"/>
            <w:r w:rsidRPr="009C1356">
              <w:rPr>
                <w:rFonts w:asciiTheme="majorHAnsi" w:hAnsiTheme="majorHAnsi" w:cs="Arial"/>
              </w:rPr>
              <w:t xml:space="preserve">f(g(3))). </w:t>
            </w:r>
          </w:p>
          <w:p w:rsidR="00525671" w:rsidRPr="009C1356" w:rsidRDefault="00525671" w:rsidP="00690B24">
            <w:pPr>
              <w:rPr>
                <w:rFonts w:asciiTheme="majorHAnsi" w:hAnsiTheme="majorHAnsi"/>
              </w:rPr>
            </w:pPr>
          </w:p>
        </w:tc>
        <w:tc>
          <w:tcPr>
            <w:tcW w:w="5696" w:type="dxa"/>
            <w:shd w:val="clear" w:color="auto" w:fill="auto"/>
          </w:tcPr>
          <w:p w:rsidR="00525671" w:rsidRPr="009C1356" w:rsidRDefault="00A71099" w:rsidP="00690B24">
            <w:pPr>
              <w:rPr>
                <w:rFonts w:asciiTheme="majorHAnsi" w:hAnsiTheme="majorHAnsi" w:cs="Arial"/>
              </w:rPr>
            </w:pPr>
            <w:r w:rsidRPr="009C1356">
              <w:rPr>
                <w:rFonts w:asciiTheme="majorHAnsi" w:hAnsiTheme="majorHAnsi" w:cs="Arial"/>
              </w:rPr>
              <w:t>8</w:t>
            </w:r>
            <w:r w:rsidR="00525671" w:rsidRPr="009C1356">
              <w:rPr>
                <w:rFonts w:asciiTheme="majorHAnsi" w:hAnsiTheme="majorHAnsi" w:cs="Arial"/>
              </w:rPr>
              <w:t xml:space="preserve">) Let f(x) = 2x- 2,  g(x) = </w:t>
            </w:r>
            <w:r w:rsidR="00525671" w:rsidRPr="009C1356">
              <w:rPr>
                <w:rFonts w:asciiTheme="majorHAnsi" w:hAnsiTheme="majorHAnsi" w:cs="Arial"/>
                <w:position w:val="-24"/>
              </w:rPr>
              <w:object w:dxaOrig="380" w:dyaOrig="620">
                <v:shape id="_x0000_i1029" type="#_x0000_t75" style="width:19.5pt;height:30.75pt" o:ole="">
                  <v:imagedata r:id="rId20" o:title=""/>
                </v:shape>
                <o:OLEObject Type="Embed" ProgID="Equation.3" ShapeID="_x0000_i1029" DrawAspect="Content" ObjectID="_1484308167" r:id="rId21"/>
              </w:object>
            </w:r>
            <w:r w:rsidR="00525671" w:rsidRPr="009C1356">
              <w:rPr>
                <w:rFonts w:asciiTheme="majorHAnsi" w:hAnsiTheme="majorHAnsi" w:cs="Arial"/>
              </w:rPr>
              <w:t>, and h(x) = 2x</w:t>
            </w:r>
          </w:p>
          <w:p w:rsidR="00525671" w:rsidRPr="009C1356" w:rsidRDefault="00525671" w:rsidP="00690B24">
            <w:pPr>
              <w:rPr>
                <w:rFonts w:asciiTheme="majorHAnsi" w:hAnsiTheme="majorHAnsi" w:cs="Arial"/>
              </w:rPr>
            </w:pPr>
            <w:r w:rsidRPr="009C1356">
              <w:rPr>
                <w:rFonts w:asciiTheme="majorHAnsi" w:hAnsiTheme="majorHAnsi" w:cs="Arial"/>
              </w:rPr>
              <w:t xml:space="preserve">Find </w:t>
            </w:r>
            <w:proofErr w:type="gramStart"/>
            <w:r w:rsidRPr="009C1356">
              <w:rPr>
                <w:rFonts w:asciiTheme="majorHAnsi" w:hAnsiTheme="majorHAnsi" w:cs="Arial"/>
              </w:rPr>
              <w:t>g(</w:t>
            </w:r>
            <w:proofErr w:type="gramEnd"/>
            <w:r w:rsidRPr="009C1356">
              <w:rPr>
                <w:rFonts w:asciiTheme="majorHAnsi" w:hAnsiTheme="majorHAnsi" w:cs="Arial"/>
              </w:rPr>
              <w:t xml:space="preserve">h(f(7))). </w:t>
            </w:r>
          </w:p>
          <w:p w:rsidR="00525671" w:rsidRPr="009C1356" w:rsidRDefault="00525671" w:rsidP="00690B24">
            <w:pPr>
              <w:rPr>
                <w:rFonts w:asciiTheme="majorHAnsi" w:hAnsiTheme="majorHAnsi"/>
              </w:rPr>
            </w:pPr>
          </w:p>
          <w:p w:rsidR="00525671" w:rsidRPr="009C1356" w:rsidRDefault="00525671" w:rsidP="00690B24">
            <w:pPr>
              <w:rPr>
                <w:rFonts w:asciiTheme="majorHAnsi" w:hAnsiTheme="majorHAnsi"/>
              </w:rPr>
            </w:pPr>
          </w:p>
        </w:tc>
      </w:tr>
      <w:tr w:rsidR="00E101E8" w:rsidRPr="009C1356" w:rsidTr="00970C15">
        <w:trPr>
          <w:trHeight w:val="143"/>
        </w:trPr>
        <w:tc>
          <w:tcPr>
            <w:tcW w:w="5336" w:type="dxa"/>
            <w:shd w:val="clear" w:color="auto" w:fill="auto"/>
          </w:tcPr>
          <w:p w:rsidR="00E101E8" w:rsidRPr="009C1356" w:rsidRDefault="00A71099" w:rsidP="00690B24">
            <w:p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/>
              </w:rPr>
              <w:t>9</w:t>
            </w:r>
            <w:r w:rsidR="00E101E8" w:rsidRPr="009C1356">
              <w:rPr>
                <w:rFonts w:asciiTheme="majorHAnsi" w:hAnsiTheme="majorHAnsi"/>
              </w:rPr>
              <w:t xml:space="preserve"> a)</w:t>
            </w:r>
            <w:r w:rsidR="00E101E8" w:rsidRPr="009C1356">
              <w:rPr>
                <w:rFonts w:asciiTheme="majorHAnsi" w:hAnsiTheme="majorHAnsi" w:cs="Calibri"/>
              </w:rPr>
              <w:t xml:space="preserve"> Compute </w:t>
            </w:r>
            <w:r w:rsidR="00E101E8" w:rsidRPr="009C1356">
              <w:rPr>
                <w:rFonts w:asciiTheme="majorHAnsi" w:hAnsiTheme="majorHAnsi" w:cs="Calibri"/>
                <w:b/>
              </w:rPr>
              <w:t>f(g(x))</w:t>
            </w:r>
            <w:r w:rsidR="00E101E8" w:rsidRPr="009C1356">
              <w:rPr>
                <w:rFonts w:asciiTheme="majorHAnsi" w:hAnsiTheme="majorHAnsi" w:cs="Calibri"/>
              </w:rPr>
              <w:t xml:space="preserve"> if g(x) = 2x + 1 and </w:t>
            </w:r>
          </w:p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 xml:space="preserve">                                           </w:t>
            </w:r>
            <w:proofErr w:type="gramStart"/>
            <w:r w:rsidRPr="009C1356">
              <w:rPr>
                <w:rFonts w:asciiTheme="majorHAnsi" w:hAnsiTheme="majorHAnsi" w:cs="Calibri"/>
              </w:rPr>
              <w:t>f(</w:t>
            </w:r>
            <w:proofErr w:type="gramEnd"/>
            <w:r w:rsidRPr="009C1356">
              <w:rPr>
                <w:rFonts w:asciiTheme="majorHAnsi" w:hAnsiTheme="majorHAnsi" w:cs="Calibri"/>
              </w:rPr>
              <w:t xml:space="preserve">x) = x- 3.  </w:t>
            </w:r>
          </w:p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</w:p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</w:p>
          <w:p w:rsidR="00A227E2" w:rsidRDefault="00E101E8" w:rsidP="00690B24">
            <w:p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 xml:space="preserve">b. Compute </w:t>
            </w:r>
            <w:r w:rsidRPr="009C1356">
              <w:rPr>
                <w:rFonts w:asciiTheme="majorHAnsi" w:hAnsiTheme="majorHAnsi" w:cs="Calibri"/>
                <w:b/>
              </w:rPr>
              <w:t>g(f(x))</w:t>
            </w:r>
            <w:r w:rsidRPr="009C1356">
              <w:rPr>
                <w:rFonts w:asciiTheme="majorHAnsi" w:hAnsiTheme="majorHAnsi" w:cs="Calibri"/>
              </w:rPr>
              <w:t xml:space="preserve"> if g(x) = -2x + 1 and </w:t>
            </w:r>
          </w:p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  <w:proofErr w:type="gramStart"/>
            <w:r w:rsidRPr="009C1356">
              <w:rPr>
                <w:rFonts w:asciiTheme="majorHAnsi" w:hAnsiTheme="majorHAnsi" w:cs="Calibri"/>
              </w:rPr>
              <w:t>f(</w:t>
            </w:r>
            <w:proofErr w:type="gramEnd"/>
            <w:r w:rsidRPr="009C1356">
              <w:rPr>
                <w:rFonts w:asciiTheme="majorHAnsi" w:hAnsiTheme="majorHAnsi" w:cs="Calibri"/>
              </w:rPr>
              <w:t xml:space="preserve">x) = -x - 3.  </w:t>
            </w:r>
          </w:p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</w:p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 xml:space="preserve">c. Compute </w:t>
            </w:r>
            <w:proofErr w:type="gramStart"/>
            <w:r w:rsidRPr="009C1356">
              <w:rPr>
                <w:rFonts w:asciiTheme="majorHAnsi" w:hAnsiTheme="majorHAnsi" w:cs="Calibri"/>
                <w:b/>
              </w:rPr>
              <w:t>f(</w:t>
            </w:r>
            <w:proofErr w:type="gramEnd"/>
            <w:r w:rsidRPr="009C1356">
              <w:rPr>
                <w:rFonts w:asciiTheme="majorHAnsi" w:hAnsiTheme="majorHAnsi" w:cs="Calibri"/>
                <w:b/>
              </w:rPr>
              <w:t>f(x))</w:t>
            </w:r>
            <w:r w:rsidRPr="009C1356">
              <w:rPr>
                <w:rFonts w:asciiTheme="majorHAnsi" w:hAnsiTheme="majorHAnsi" w:cs="Calibri"/>
              </w:rPr>
              <w:t xml:space="preserve"> if g(x) = 8x</w:t>
            </w:r>
            <w:r w:rsidRPr="009C1356">
              <w:rPr>
                <w:rFonts w:asciiTheme="majorHAnsi" w:hAnsiTheme="majorHAnsi" w:cs="Calibri"/>
                <w:vertAlign w:val="superscript"/>
              </w:rPr>
              <w:t>2</w:t>
            </w:r>
            <w:r w:rsidRPr="009C1356">
              <w:rPr>
                <w:rFonts w:asciiTheme="majorHAnsi" w:hAnsiTheme="majorHAnsi" w:cs="Calibri"/>
              </w:rPr>
              <w:t xml:space="preserve"> and f(x) = 0.5x - 2.  </w:t>
            </w:r>
          </w:p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</w:p>
        </w:tc>
        <w:tc>
          <w:tcPr>
            <w:tcW w:w="5696" w:type="dxa"/>
            <w:shd w:val="clear" w:color="auto" w:fill="auto"/>
          </w:tcPr>
          <w:p w:rsidR="00E101E8" w:rsidRPr="009C1356" w:rsidRDefault="00A71099" w:rsidP="00690B24">
            <w:p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>10</w:t>
            </w:r>
            <w:r w:rsidR="00E101E8" w:rsidRPr="009C1356">
              <w:rPr>
                <w:rFonts w:asciiTheme="majorHAnsi" w:hAnsiTheme="majorHAnsi" w:cs="Calibri"/>
              </w:rPr>
              <w:t xml:space="preserve"> a) If g(x) = 3x + 2 and f(x) = x</w:t>
            </w:r>
            <w:r w:rsidR="00E101E8" w:rsidRPr="009C1356">
              <w:rPr>
                <w:rFonts w:asciiTheme="majorHAnsi" w:hAnsiTheme="majorHAnsi" w:cs="Calibri"/>
                <w:vertAlign w:val="superscript"/>
              </w:rPr>
              <w:t>2</w:t>
            </w:r>
            <w:r w:rsidR="00E101E8" w:rsidRPr="009C1356">
              <w:rPr>
                <w:rFonts w:asciiTheme="majorHAnsi" w:hAnsiTheme="majorHAnsi" w:cs="Calibri"/>
              </w:rPr>
              <w:t xml:space="preserve"> + 3, compute </w:t>
            </w:r>
            <w:r w:rsidR="00E101E8" w:rsidRPr="009C1356">
              <w:rPr>
                <w:rFonts w:asciiTheme="majorHAnsi" w:hAnsiTheme="majorHAnsi"/>
                <w:b/>
              </w:rPr>
              <w:t>(g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Lucida Sans Unicode"/>
                </w:rPr>
                <m:t>∘</m:t>
              </m:r>
            </m:oMath>
            <w:r w:rsidR="00E101E8" w:rsidRPr="009C1356">
              <w:rPr>
                <w:rFonts w:asciiTheme="majorHAnsi" w:hAnsiTheme="majorHAnsi"/>
                <w:b/>
              </w:rPr>
              <w:t xml:space="preserve"> f</w:t>
            </w:r>
            <w:proofErr w:type="gramStart"/>
            <w:r w:rsidR="00E101E8" w:rsidRPr="009C1356">
              <w:rPr>
                <w:rFonts w:asciiTheme="majorHAnsi" w:hAnsiTheme="majorHAnsi" w:cs="Calibri"/>
                <w:b/>
              </w:rPr>
              <w:t>)(</w:t>
            </w:r>
            <w:proofErr w:type="gramEnd"/>
            <w:r w:rsidR="00E101E8" w:rsidRPr="009C1356">
              <w:rPr>
                <w:rFonts w:asciiTheme="majorHAnsi" w:hAnsiTheme="majorHAnsi" w:cs="Calibri"/>
                <w:b/>
              </w:rPr>
              <w:t>x)</w:t>
            </w:r>
            <w:r w:rsidR="00E101E8" w:rsidRPr="009C1356">
              <w:rPr>
                <w:rFonts w:asciiTheme="majorHAnsi" w:hAnsiTheme="majorHAnsi" w:cs="Calibri"/>
              </w:rPr>
              <w:t xml:space="preserve">.  </w:t>
            </w:r>
          </w:p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</w:p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</w:p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 xml:space="preserve">b. If g(x) = </w:t>
            </w:r>
            <w:r w:rsidRPr="009C1356">
              <w:rPr>
                <w:rFonts w:asciiTheme="majorHAnsi" w:hAnsiTheme="majorHAnsi" w:cs="Calibri"/>
                <w:position w:val="-24"/>
              </w:rPr>
              <w:object w:dxaOrig="720" w:dyaOrig="620">
                <v:shape id="_x0000_i1030" type="#_x0000_t75" style="width:36pt;height:30.75pt" o:ole="">
                  <v:imagedata r:id="rId22" o:title=""/>
                </v:shape>
                <o:OLEObject Type="Embed" ProgID="Equation.3" ShapeID="_x0000_i1030" DrawAspect="Content" ObjectID="_1484308168" r:id="rId23"/>
              </w:object>
            </w:r>
            <w:r w:rsidRPr="009C1356">
              <w:rPr>
                <w:rFonts w:asciiTheme="majorHAnsi" w:hAnsiTheme="majorHAnsi" w:cs="Calibri"/>
              </w:rPr>
              <w:t>and f(x) = x</w:t>
            </w:r>
            <w:r w:rsidRPr="009C1356">
              <w:rPr>
                <w:rFonts w:asciiTheme="majorHAnsi" w:hAnsiTheme="majorHAnsi" w:cs="Calibri"/>
                <w:vertAlign w:val="superscript"/>
              </w:rPr>
              <w:t>2</w:t>
            </w:r>
            <w:r w:rsidRPr="009C1356">
              <w:rPr>
                <w:rFonts w:asciiTheme="majorHAnsi" w:hAnsiTheme="majorHAnsi" w:cs="Calibri"/>
              </w:rPr>
              <w:t xml:space="preserve"> + 3, compute </w:t>
            </w:r>
            <w:r w:rsidRPr="009C1356">
              <w:rPr>
                <w:rFonts w:asciiTheme="majorHAnsi" w:hAnsiTheme="majorHAnsi" w:cs="Calibri"/>
                <w:b/>
              </w:rPr>
              <w:t>g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Lucida Sans Unicode"/>
                </w:rPr>
                <m:t>∘</m:t>
              </m:r>
            </m:oMath>
            <w:r w:rsidRPr="009C1356">
              <w:rPr>
                <w:rFonts w:asciiTheme="majorHAnsi" w:hAnsiTheme="majorHAnsi" w:cs="Calibri"/>
                <w:b/>
              </w:rPr>
              <w:t xml:space="preserve"> f(x)</w:t>
            </w:r>
            <w:r w:rsidRPr="009C1356">
              <w:rPr>
                <w:rFonts w:asciiTheme="majorHAnsi" w:hAnsiTheme="majorHAnsi" w:cs="Calibri"/>
              </w:rPr>
              <w:t xml:space="preserve">.  </w:t>
            </w:r>
          </w:p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</w:p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 xml:space="preserve">c. Compute </w:t>
            </w:r>
            <w:r w:rsidRPr="009C1356">
              <w:rPr>
                <w:rFonts w:asciiTheme="majorHAnsi" w:hAnsiTheme="majorHAnsi" w:cs="Calibri"/>
                <w:b/>
              </w:rPr>
              <w:t>g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Lucida Sans Unicode"/>
                </w:rPr>
                <m:t>∘</m:t>
              </m:r>
            </m:oMath>
            <w:r w:rsidRPr="009C1356">
              <w:rPr>
                <w:rFonts w:asciiTheme="majorHAnsi" w:hAnsiTheme="majorHAnsi"/>
                <w:b/>
                <w:position w:val="-6"/>
              </w:rPr>
              <w:t xml:space="preserve"> </w:t>
            </w:r>
            <w:r w:rsidRPr="009C1356">
              <w:rPr>
                <w:rFonts w:asciiTheme="majorHAnsi" w:hAnsiTheme="majorHAnsi" w:cs="Calibri"/>
                <w:b/>
              </w:rPr>
              <w:t>g(x)</w:t>
            </w:r>
            <w:r w:rsidRPr="009C1356">
              <w:rPr>
                <w:rFonts w:asciiTheme="majorHAnsi" w:hAnsiTheme="majorHAnsi" w:cs="Calibri"/>
              </w:rPr>
              <w:t xml:space="preserve"> if g(x) = 2x + 1 and f(x) = 1x- 3.  </w:t>
            </w:r>
          </w:p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</w:p>
        </w:tc>
      </w:tr>
      <w:tr w:rsidR="00E101E8" w:rsidRPr="009C1356" w:rsidTr="00A71099">
        <w:trPr>
          <w:trHeight w:val="580"/>
        </w:trPr>
        <w:tc>
          <w:tcPr>
            <w:tcW w:w="5336" w:type="dxa"/>
            <w:shd w:val="clear" w:color="auto" w:fill="auto"/>
          </w:tcPr>
          <w:p w:rsidR="00A227E2" w:rsidRDefault="00E101E8" w:rsidP="00E101E8">
            <w:p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 xml:space="preserve">15) Compute a(b(x)) if a(x) = 2x -1 and </w:t>
            </w:r>
          </w:p>
          <w:p w:rsidR="00E101E8" w:rsidRPr="009C1356" w:rsidRDefault="00E101E8" w:rsidP="00E101E8">
            <w:pPr>
              <w:rPr>
                <w:rFonts w:asciiTheme="majorHAnsi" w:hAnsiTheme="majorHAnsi" w:cs="Calibri"/>
              </w:rPr>
            </w:pPr>
            <w:proofErr w:type="gramStart"/>
            <w:r w:rsidRPr="009C1356">
              <w:rPr>
                <w:rFonts w:asciiTheme="majorHAnsi" w:hAnsiTheme="majorHAnsi" w:cs="Calibri"/>
              </w:rPr>
              <w:t>b(</w:t>
            </w:r>
            <w:proofErr w:type="gramEnd"/>
            <w:r w:rsidRPr="009C1356">
              <w:rPr>
                <w:rFonts w:asciiTheme="majorHAnsi" w:hAnsiTheme="majorHAnsi" w:cs="Calibri"/>
              </w:rPr>
              <w:t xml:space="preserve">x) = 3x + 3.  </w:t>
            </w:r>
          </w:p>
        </w:tc>
        <w:tc>
          <w:tcPr>
            <w:tcW w:w="5696" w:type="dxa"/>
            <w:shd w:val="clear" w:color="auto" w:fill="auto"/>
          </w:tcPr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 xml:space="preserve">16) Compute </w:t>
            </w:r>
            <w:proofErr w:type="gramStart"/>
            <w:r w:rsidRPr="009C1356">
              <w:rPr>
                <w:rFonts w:asciiTheme="majorHAnsi" w:hAnsiTheme="majorHAnsi" w:cs="Calibri"/>
              </w:rPr>
              <w:t>b(</w:t>
            </w:r>
            <w:proofErr w:type="gramEnd"/>
            <w:r w:rsidRPr="009C1356">
              <w:rPr>
                <w:rFonts w:asciiTheme="majorHAnsi" w:hAnsiTheme="majorHAnsi" w:cs="Calibri"/>
              </w:rPr>
              <w:t xml:space="preserve">a(x)) if a(x) = 2x -1 and b(x) = 3x + 3.  </w:t>
            </w:r>
          </w:p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</w:p>
        </w:tc>
      </w:tr>
      <w:tr w:rsidR="00E101E8" w:rsidRPr="009C1356" w:rsidTr="00A71099">
        <w:trPr>
          <w:trHeight w:val="895"/>
        </w:trPr>
        <w:tc>
          <w:tcPr>
            <w:tcW w:w="5336" w:type="dxa"/>
            <w:shd w:val="clear" w:color="auto" w:fill="auto"/>
          </w:tcPr>
          <w:p w:rsidR="00A227E2" w:rsidRDefault="00E101E8" w:rsidP="00690B24">
            <w:p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 xml:space="preserve">17) Compute a(b(x)) if a(x) = </w:t>
            </w:r>
            <w:r w:rsidRPr="009C1356">
              <w:rPr>
                <w:rFonts w:asciiTheme="majorHAnsi" w:hAnsiTheme="majorHAnsi" w:cs="Calibri"/>
                <w:position w:val="-24"/>
              </w:rPr>
              <w:object w:dxaOrig="580" w:dyaOrig="620">
                <v:shape id="_x0000_i1031" type="#_x0000_t75" style="width:29.25pt;height:30.75pt" o:ole="">
                  <v:imagedata r:id="rId24" o:title=""/>
                </v:shape>
                <o:OLEObject Type="Embed" ProgID="Equation.3" ShapeID="_x0000_i1031" DrawAspect="Content" ObjectID="_1484308169" r:id="rId25"/>
              </w:object>
            </w:r>
            <w:r w:rsidRPr="009C1356">
              <w:rPr>
                <w:rFonts w:asciiTheme="majorHAnsi" w:hAnsiTheme="majorHAnsi" w:cs="Calibri"/>
              </w:rPr>
              <w:t xml:space="preserve"> and </w:t>
            </w:r>
          </w:p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  <w:proofErr w:type="gramStart"/>
            <w:r w:rsidRPr="009C1356">
              <w:rPr>
                <w:rFonts w:asciiTheme="majorHAnsi" w:hAnsiTheme="majorHAnsi" w:cs="Calibri"/>
              </w:rPr>
              <w:t>b(</w:t>
            </w:r>
            <w:proofErr w:type="gramEnd"/>
            <w:r w:rsidRPr="009C1356">
              <w:rPr>
                <w:rFonts w:asciiTheme="majorHAnsi" w:hAnsiTheme="majorHAnsi" w:cs="Calibri"/>
              </w:rPr>
              <w:t xml:space="preserve">x) = 2x - 8. </w:t>
            </w:r>
          </w:p>
          <w:p w:rsidR="00E101E8" w:rsidRPr="009C1356" w:rsidRDefault="00E101E8" w:rsidP="00690B24">
            <w:pPr>
              <w:rPr>
                <w:rFonts w:asciiTheme="majorHAnsi" w:hAnsiTheme="majorHAnsi" w:cs="Calibri"/>
                <w:i/>
              </w:rPr>
            </w:pPr>
            <w:r w:rsidRPr="009C1356">
              <w:rPr>
                <w:rFonts w:asciiTheme="majorHAnsi" w:hAnsiTheme="majorHAnsi" w:cs="Calibri"/>
              </w:rPr>
              <w:t xml:space="preserve"> </w:t>
            </w:r>
            <w:r w:rsidRPr="009C1356">
              <w:rPr>
                <w:rFonts w:asciiTheme="majorHAnsi" w:hAnsiTheme="majorHAnsi" w:cs="Calibri"/>
                <w:i/>
              </w:rPr>
              <w:t>SIMPLIFY AT THE END!</w:t>
            </w:r>
          </w:p>
        </w:tc>
        <w:tc>
          <w:tcPr>
            <w:tcW w:w="5696" w:type="dxa"/>
            <w:shd w:val="clear" w:color="auto" w:fill="auto"/>
          </w:tcPr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 xml:space="preserve">18) Compute </w:t>
            </w:r>
            <w:proofErr w:type="gramStart"/>
            <w:r w:rsidRPr="009C1356">
              <w:rPr>
                <w:rFonts w:asciiTheme="majorHAnsi" w:hAnsiTheme="majorHAnsi" w:cs="Calibri"/>
              </w:rPr>
              <w:t>b(</w:t>
            </w:r>
            <w:proofErr w:type="gramEnd"/>
            <w:r w:rsidRPr="009C1356">
              <w:rPr>
                <w:rFonts w:asciiTheme="majorHAnsi" w:hAnsiTheme="majorHAnsi" w:cs="Calibri"/>
              </w:rPr>
              <w:t xml:space="preserve">b(x)) if a(x) = 2x -1 and b(x) = 8x - </w:t>
            </w:r>
            <w:r w:rsidRPr="009C1356">
              <w:rPr>
                <w:rFonts w:asciiTheme="majorHAnsi" w:hAnsiTheme="majorHAnsi" w:cs="Calibri"/>
                <w:position w:val="-24"/>
              </w:rPr>
              <w:object w:dxaOrig="240" w:dyaOrig="620">
                <v:shape id="_x0000_i1032" type="#_x0000_t75" style="width:12pt;height:30.75pt" o:ole="">
                  <v:imagedata r:id="rId26" o:title=""/>
                </v:shape>
                <o:OLEObject Type="Embed" ProgID="Equation.3" ShapeID="_x0000_i1032" DrawAspect="Content" ObjectID="_1484308170" r:id="rId27"/>
              </w:object>
            </w:r>
            <w:r w:rsidRPr="009C1356">
              <w:rPr>
                <w:rFonts w:asciiTheme="majorHAnsi" w:hAnsiTheme="majorHAnsi" w:cs="Calibri"/>
              </w:rPr>
              <w:t>.</w:t>
            </w:r>
          </w:p>
        </w:tc>
      </w:tr>
      <w:tr w:rsidR="00E101E8" w:rsidRPr="009C1356" w:rsidTr="00A71099">
        <w:trPr>
          <w:trHeight w:val="597"/>
        </w:trPr>
        <w:tc>
          <w:tcPr>
            <w:tcW w:w="5336" w:type="dxa"/>
            <w:shd w:val="clear" w:color="auto" w:fill="auto"/>
          </w:tcPr>
          <w:p w:rsidR="00A227E2" w:rsidRDefault="00E101E8" w:rsidP="00E101E8">
            <w:p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>19) Compute a(b(-2)) if a(x) = -5x</w:t>
            </w:r>
            <w:r w:rsidRPr="009C1356">
              <w:rPr>
                <w:rFonts w:asciiTheme="majorHAnsi" w:hAnsiTheme="majorHAnsi" w:cs="Calibri"/>
                <w:vertAlign w:val="superscript"/>
              </w:rPr>
              <w:t>3</w:t>
            </w:r>
            <w:r w:rsidRPr="009C1356">
              <w:rPr>
                <w:rFonts w:asciiTheme="majorHAnsi" w:hAnsiTheme="majorHAnsi" w:cs="Calibri"/>
              </w:rPr>
              <w:t xml:space="preserve"> and </w:t>
            </w:r>
          </w:p>
          <w:p w:rsidR="00E101E8" w:rsidRPr="009C1356" w:rsidRDefault="00E101E8" w:rsidP="00E101E8">
            <w:pPr>
              <w:rPr>
                <w:rFonts w:asciiTheme="majorHAnsi" w:hAnsiTheme="majorHAnsi" w:cs="Calibri"/>
              </w:rPr>
            </w:pPr>
            <w:proofErr w:type="gramStart"/>
            <w:r w:rsidRPr="009C1356">
              <w:rPr>
                <w:rFonts w:asciiTheme="majorHAnsi" w:hAnsiTheme="majorHAnsi" w:cs="Calibri"/>
              </w:rPr>
              <w:t>b(</w:t>
            </w:r>
            <w:proofErr w:type="gramEnd"/>
            <w:r w:rsidRPr="009C1356">
              <w:rPr>
                <w:rFonts w:asciiTheme="majorHAnsi" w:hAnsiTheme="majorHAnsi" w:cs="Calibri"/>
              </w:rPr>
              <w:t>x) =</w:t>
            </w:r>
            <w:r w:rsidRPr="009C1356">
              <w:rPr>
                <w:rFonts w:asciiTheme="majorHAnsi" w:hAnsiTheme="majorHAnsi" w:cs="Calibri"/>
                <w:position w:val="-24"/>
              </w:rPr>
              <w:object w:dxaOrig="859" w:dyaOrig="620">
                <v:shape id="_x0000_i1033" type="#_x0000_t75" style="width:42.75pt;height:30.75pt" o:ole="">
                  <v:imagedata r:id="rId28" o:title=""/>
                </v:shape>
                <o:OLEObject Type="Embed" ProgID="Equation.3" ShapeID="_x0000_i1033" DrawAspect="Content" ObjectID="_1484308171" r:id="rId29"/>
              </w:object>
            </w:r>
            <w:r w:rsidRPr="009C1356">
              <w:rPr>
                <w:rFonts w:asciiTheme="majorHAnsi" w:hAnsiTheme="majorHAnsi" w:cs="Calibri"/>
              </w:rPr>
              <w:t>.</w:t>
            </w:r>
          </w:p>
        </w:tc>
        <w:tc>
          <w:tcPr>
            <w:tcW w:w="5696" w:type="dxa"/>
            <w:shd w:val="clear" w:color="auto" w:fill="auto"/>
          </w:tcPr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 xml:space="preserve">20) Compute </w:t>
            </w:r>
            <w:proofErr w:type="gramStart"/>
            <w:r w:rsidRPr="009C1356">
              <w:rPr>
                <w:rFonts w:asciiTheme="majorHAnsi" w:hAnsiTheme="majorHAnsi" w:cs="Calibri"/>
              </w:rPr>
              <w:t>b(</w:t>
            </w:r>
            <w:proofErr w:type="gramEnd"/>
            <w:r w:rsidRPr="009C1356">
              <w:rPr>
                <w:rFonts w:asciiTheme="majorHAnsi" w:hAnsiTheme="majorHAnsi" w:cs="Calibri"/>
              </w:rPr>
              <w:t>a(-2)) if a(x) = 2x -1 and b(x) = 3x + 3.</w:t>
            </w:r>
          </w:p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</w:p>
        </w:tc>
      </w:tr>
      <w:tr w:rsidR="00E101E8" w:rsidRPr="009C1356" w:rsidTr="00A71099">
        <w:trPr>
          <w:trHeight w:val="1758"/>
        </w:trPr>
        <w:tc>
          <w:tcPr>
            <w:tcW w:w="5336" w:type="dxa"/>
            <w:shd w:val="clear" w:color="auto" w:fill="auto"/>
          </w:tcPr>
          <w:p w:rsidR="00E101E8" w:rsidRPr="009C1356" w:rsidRDefault="00970C15" w:rsidP="00690B24">
            <w:p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 xml:space="preserve">21) </w:t>
            </w:r>
            <w:r w:rsidR="00E101E8" w:rsidRPr="009C1356">
              <w:rPr>
                <w:rFonts w:asciiTheme="majorHAnsi" w:hAnsiTheme="majorHAnsi" w:cs="Calibri"/>
              </w:rPr>
              <w:t xml:space="preserve">Let g(x) = </w:t>
            </w:r>
            <w:r w:rsidR="00E101E8" w:rsidRPr="009C1356">
              <w:rPr>
                <w:rFonts w:asciiTheme="majorHAnsi" w:hAnsiTheme="majorHAnsi" w:cs="Calibri"/>
                <w:position w:val="-6"/>
              </w:rPr>
              <w:object w:dxaOrig="1200" w:dyaOrig="320">
                <v:shape id="_x0000_i1034" type="#_x0000_t75" style="width:60pt;height:15.75pt" o:ole="">
                  <v:imagedata r:id="rId30" o:title=""/>
                </v:shape>
                <o:OLEObject Type="Embed" ProgID="Equation.3" ShapeID="_x0000_i1034" DrawAspect="Content" ObjectID="_1484308172" r:id="rId31"/>
              </w:object>
            </w:r>
            <w:r w:rsidR="00E101E8" w:rsidRPr="009C1356">
              <w:rPr>
                <w:rFonts w:asciiTheme="majorHAnsi" w:hAnsiTheme="majorHAnsi" w:cs="Calibri"/>
              </w:rPr>
              <w:t xml:space="preserve"> and j(x) = x + 2.</w:t>
            </w:r>
          </w:p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</w:p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>a. Find g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r>
                <w:rPr>
                  <w:rFonts w:ascii="Cambria Math" w:hAnsi="Cambria Math" w:cs="Lucida Sans Unicode"/>
                </w:rPr>
                <m:t>∘</m:t>
              </m:r>
            </m:oMath>
            <w:r w:rsidRPr="009C1356">
              <w:rPr>
                <w:rFonts w:asciiTheme="majorHAnsi" w:hAnsiTheme="majorHAnsi" w:cs="Calibri"/>
              </w:rPr>
              <w:t xml:space="preserve"> j(x).</w:t>
            </w:r>
          </w:p>
          <w:p w:rsidR="00E101E8" w:rsidRPr="009C1356" w:rsidRDefault="00E101E8" w:rsidP="00690B24">
            <w:pPr>
              <w:rPr>
                <w:rFonts w:asciiTheme="majorHAnsi" w:hAnsiTheme="majorHAnsi"/>
                <w:position w:val="-6"/>
              </w:rPr>
            </w:pPr>
          </w:p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>b. Find j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r>
                <w:rPr>
                  <w:rFonts w:ascii="Cambria Math" w:hAnsi="Cambria Math" w:cs="Lucida Sans Unicode"/>
                </w:rPr>
                <m:t>∘</m:t>
              </m:r>
            </m:oMath>
            <w:r w:rsidRPr="009C1356">
              <w:rPr>
                <w:rFonts w:asciiTheme="majorHAnsi" w:hAnsiTheme="majorHAnsi" w:cs="Calibri"/>
              </w:rPr>
              <w:t xml:space="preserve"> g(x).</w:t>
            </w:r>
          </w:p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</w:p>
        </w:tc>
        <w:tc>
          <w:tcPr>
            <w:tcW w:w="5696" w:type="dxa"/>
            <w:shd w:val="clear" w:color="auto" w:fill="auto"/>
          </w:tcPr>
          <w:p w:rsidR="00E101E8" w:rsidRPr="009C1356" w:rsidRDefault="00970C15" w:rsidP="00690B24">
            <w:p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>2</w:t>
            </w:r>
            <w:r w:rsidR="00E101E8" w:rsidRPr="009C1356">
              <w:rPr>
                <w:rFonts w:asciiTheme="majorHAnsi" w:hAnsiTheme="majorHAnsi" w:cs="Calibri"/>
              </w:rPr>
              <w:t xml:space="preserve">2) Let f(x) = </w:t>
            </w:r>
            <w:r w:rsidR="00E101E8" w:rsidRPr="009C1356">
              <w:rPr>
                <w:rFonts w:asciiTheme="majorHAnsi" w:hAnsiTheme="majorHAnsi" w:cs="Calibri"/>
                <w:position w:val="-6"/>
              </w:rPr>
              <w:object w:dxaOrig="760" w:dyaOrig="320">
                <v:shape id="_x0000_i1035" type="#_x0000_t75" style="width:37.5pt;height:15.75pt" o:ole="">
                  <v:imagedata r:id="rId32" o:title=""/>
                </v:shape>
                <o:OLEObject Type="Embed" ProgID="Equation.3" ShapeID="_x0000_i1035" DrawAspect="Content" ObjectID="_1484308173" r:id="rId33"/>
              </w:object>
            </w:r>
            <w:r w:rsidR="00E101E8" w:rsidRPr="009C1356">
              <w:rPr>
                <w:rFonts w:asciiTheme="majorHAnsi" w:hAnsiTheme="majorHAnsi" w:cs="Calibri"/>
              </w:rPr>
              <w:t xml:space="preserve"> and j(x) = 2x + 2.</w:t>
            </w:r>
          </w:p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</w:p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>a. Find f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r>
                <w:rPr>
                  <w:rFonts w:ascii="Cambria Math" w:hAnsi="Cambria Math" w:cs="Lucida Sans Unicode"/>
                </w:rPr>
                <m:t>∘</m:t>
              </m:r>
            </m:oMath>
            <w:r w:rsidRPr="009C1356">
              <w:rPr>
                <w:rFonts w:asciiTheme="majorHAnsi" w:hAnsiTheme="majorHAnsi" w:cs="Calibri"/>
              </w:rPr>
              <w:t xml:space="preserve"> j(x).</w:t>
            </w:r>
          </w:p>
          <w:p w:rsidR="00E101E8" w:rsidRPr="009C1356" w:rsidRDefault="00E101E8" w:rsidP="00690B24">
            <w:pPr>
              <w:rPr>
                <w:rFonts w:asciiTheme="majorHAnsi" w:hAnsiTheme="majorHAnsi"/>
                <w:position w:val="-6"/>
              </w:rPr>
            </w:pPr>
          </w:p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>b. Find j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r>
                <w:rPr>
                  <w:rFonts w:ascii="Cambria Math" w:hAnsi="Cambria Math" w:cs="Lucida Sans Unicode"/>
                </w:rPr>
                <m:t>∘</m:t>
              </m:r>
            </m:oMath>
            <w:r w:rsidRPr="009C1356">
              <w:rPr>
                <w:rFonts w:asciiTheme="majorHAnsi" w:hAnsiTheme="majorHAnsi" w:cs="Calibri"/>
              </w:rPr>
              <w:t xml:space="preserve"> f(x).</w:t>
            </w:r>
          </w:p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</w:p>
        </w:tc>
      </w:tr>
      <w:tr w:rsidR="00E101E8" w:rsidRPr="009C1356" w:rsidTr="00A71099">
        <w:trPr>
          <w:trHeight w:val="1741"/>
        </w:trPr>
        <w:tc>
          <w:tcPr>
            <w:tcW w:w="5336" w:type="dxa"/>
            <w:shd w:val="clear" w:color="auto" w:fill="auto"/>
          </w:tcPr>
          <w:tbl>
            <w:tblPr>
              <w:tblStyle w:val="TableGrid"/>
              <w:tblpPr w:leftFromText="180" w:rightFromText="180" w:vertAnchor="text" w:horzAnchor="margin" w:tblpXSpec="right" w:tblpY="-27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05"/>
              <w:gridCol w:w="1106"/>
              <w:gridCol w:w="683"/>
            </w:tblGrid>
            <w:tr w:rsidR="00A75D87" w:rsidRPr="009C1356" w:rsidTr="00A75D87">
              <w:trPr>
                <w:trHeight w:val="433"/>
              </w:trPr>
              <w:tc>
                <w:tcPr>
                  <w:tcW w:w="805" w:type="dxa"/>
                </w:tcPr>
                <w:p w:rsidR="00A75D87" w:rsidRPr="009C1356" w:rsidRDefault="00A75D87" w:rsidP="00A75D87">
                  <w:pPr>
                    <w:rPr>
                      <w:rFonts w:asciiTheme="majorHAnsi" w:hAnsiTheme="majorHAnsi" w:cs="Calibri"/>
                    </w:rPr>
                  </w:pPr>
                  <w:r w:rsidRPr="009C1356">
                    <w:rPr>
                      <w:rFonts w:asciiTheme="majorHAnsi" w:hAnsiTheme="majorHAnsi" w:cs="Calibri"/>
                    </w:rPr>
                    <w:lastRenderedPageBreak/>
                    <w:t>x</w:t>
                  </w:r>
                </w:p>
              </w:tc>
              <w:tc>
                <w:tcPr>
                  <w:tcW w:w="1106" w:type="dxa"/>
                </w:tcPr>
                <w:p w:rsidR="00A75D87" w:rsidRPr="009C1356" w:rsidRDefault="00A75D87" w:rsidP="00A75D87">
                  <w:pPr>
                    <w:rPr>
                      <w:rFonts w:asciiTheme="majorHAnsi" w:hAnsiTheme="majorHAnsi" w:cs="Calibri"/>
                    </w:rPr>
                  </w:pPr>
                  <w:r w:rsidRPr="009C1356">
                    <w:rPr>
                      <w:rFonts w:asciiTheme="majorHAnsi" w:hAnsiTheme="majorHAnsi" w:cs="Calibri"/>
                    </w:rPr>
                    <w:t>f(x)</w:t>
                  </w:r>
                </w:p>
              </w:tc>
              <w:tc>
                <w:tcPr>
                  <w:tcW w:w="683" w:type="dxa"/>
                </w:tcPr>
                <w:p w:rsidR="00A75D87" w:rsidRPr="009C1356" w:rsidRDefault="00A75D87" w:rsidP="00A75D87">
                  <w:pPr>
                    <w:rPr>
                      <w:rFonts w:asciiTheme="majorHAnsi" w:hAnsiTheme="majorHAnsi" w:cs="Calibri"/>
                    </w:rPr>
                  </w:pPr>
                  <w:r w:rsidRPr="009C1356">
                    <w:rPr>
                      <w:rFonts w:asciiTheme="majorHAnsi" w:hAnsiTheme="majorHAnsi" w:cs="Calibri"/>
                    </w:rPr>
                    <w:t>g(x)</w:t>
                  </w:r>
                </w:p>
              </w:tc>
            </w:tr>
            <w:tr w:rsidR="00A75D87" w:rsidRPr="009C1356" w:rsidTr="00A75D87">
              <w:trPr>
                <w:trHeight w:val="433"/>
              </w:trPr>
              <w:tc>
                <w:tcPr>
                  <w:tcW w:w="805" w:type="dxa"/>
                </w:tcPr>
                <w:p w:rsidR="00A75D87" w:rsidRPr="009C1356" w:rsidRDefault="00A75D87" w:rsidP="00A75D87">
                  <w:pPr>
                    <w:rPr>
                      <w:rFonts w:asciiTheme="majorHAnsi" w:hAnsiTheme="majorHAnsi" w:cs="Calibri"/>
                    </w:rPr>
                  </w:pPr>
                  <w:r w:rsidRPr="009C1356">
                    <w:rPr>
                      <w:rFonts w:asciiTheme="majorHAnsi" w:hAnsiTheme="majorHAnsi" w:cs="Calibri"/>
                    </w:rPr>
                    <w:t>-1</w:t>
                  </w:r>
                </w:p>
              </w:tc>
              <w:tc>
                <w:tcPr>
                  <w:tcW w:w="1106" w:type="dxa"/>
                </w:tcPr>
                <w:p w:rsidR="00A75D87" w:rsidRPr="009C1356" w:rsidRDefault="00A75D87" w:rsidP="00A75D87">
                  <w:pPr>
                    <w:rPr>
                      <w:rFonts w:asciiTheme="majorHAnsi" w:hAnsiTheme="majorHAnsi" w:cs="Calibri"/>
                    </w:rPr>
                  </w:pPr>
                  <w:r w:rsidRPr="009C1356">
                    <w:rPr>
                      <w:rFonts w:asciiTheme="majorHAnsi" w:hAnsiTheme="majorHAnsi" w:cs="Calibri"/>
                    </w:rPr>
                    <w:t>-2</w:t>
                  </w:r>
                </w:p>
              </w:tc>
              <w:tc>
                <w:tcPr>
                  <w:tcW w:w="683" w:type="dxa"/>
                </w:tcPr>
                <w:p w:rsidR="00A75D87" w:rsidRPr="009C1356" w:rsidRDefault="00A75D87" w:rsidP="00A75D87">
                  <w:pPr>
                    <w:rPr>
                      <w:rFonts w:asciiTheme="majorHAnsi" w:hAnsiTheme="majorHAnsi" w:cs="Calibri"/>
                    </w:rPr>
                  </w:pPr>
                  <w:r w:rsidRPr="009C1356">
                    <w:rPr>
                      <w:rFonts w:asciiTheme="majorHAnsi" w:hAnsiTheme="majorHAnsi" w:cs="Calibri"/>
                    </w:rPr>
                    <w:t>2</w:t>
                  </w:r>
                </w:p>
              </w:tc>
            </w:tr>
            <w:tr w:rsidR="00A75D87" w:rsidRPr="009C1356" w:rsidTr="00A75D87">
              <w:trPr>
                <w:trHeight w:val="433"/>
              </w:trPr>
              <w:tc>
                <w:tcPr>
                  <w:tcW w:w="805" w:type="dxa"/>
                </w:tcPr>
                <w:p w:rsidR="00A75D87" w:rsidRPr="009C1356" w:rsidRDefault="00A75D87" w:rsidP="00A75D87">
                  <w:pPr>
                    <w:rPr>
                      <w:rFonts w:asciiTheme="majorHAnsi" w:hAnsiTheme="majorHAnsi" w:cs="Calibri"/>
                    </w:rPr>
                  </w:pPr>
                  <w:r w:rsidRPr="009C1356">
                    <w:rPr>
                      <w:rFonts w:asciiTheme="majorHAnsi" w:hAnsiTheme="majorHAnsi" w:cs="Calibri"/>
                    </w:rPr>
                    <w:t>0</w:t>
                  </w:r>
                </w:p>
              </w:tc>
              <w:tc>
                <w:tcPr>
                  <w:tcW w:w="1106" w:type="dxa"/>
                </w:tcPr>
                <w:p w:rsidR="00A75D87" w:rsidRPr="009C1356" w:rsidRDefault="00A75D87" w:rsidP="00A75D87">
                  <w:pPr>
                    <w:rPr>
                      <w:rFonts w:asciiTheme="majorHAnsi" w:hAnsiTheme="majorHAnsi" w:cs="Calibri"/>
                    </w:rPr>
                  </w:pPr>
                  <w:r w:rsidRPr="009C1356">
                    <w:rPr>
                      <w:rFonts w:asciiTheme="majorHAnsi" w:hAnsiTheme="majorHAnsi" w:cs="Calibri"/>
                    </w:rPr>
                    <w:t>1</w:t>
                  </w:r>
                </w:p>
              </w:tc>
              <w:tc>
                <w:tcPr>
                  <w:tcW w:w="683" w:type="dxa"/>
                </w:tcPr>
                <w:p w:rsidR="00A75D87" w:rsidRPr="009C1356" w:rsidRDefault="00A75D87" w:rsidP="00A75D87">
                  <w:pPr>
                    <w:rPr>
                      <w:rFonts w:asciiTheme="majorHAnsi" w:hAnsiTheme="majorHAnsi" w:cs="Calibri"/>
                    </w:rPr>
                  </w:pPr>
                  <w:r w:rsidRPr="009C1356">
                    <w:rPr>
                      <w:rFonts w:asciiTheme="majorHAnsi" w:hAnsiTheme="majorHAnsi" w:cs="Calibri"/>
                    </w:rPr>
                    <w:t>-3</w:t>
                  </w:r>
                </w:p>
              </w:tc>
            </w:tr>
            <w:tr w:rsidR="00A75D87" w:rsidRPr="009C1356" w:rsidTr="00A75D87">
              <w:trPr>
                <w:trHeight w:val="433"/>
              </w:trPr>
              <w:tc>
                <w:tcPr>
                  <w:tcW w:w="805" w:type="dxa"/>
                </w:tcPr>
                <w:p w:rsidR="00A75D87" w:rsidRPr="009C1356" w:rsidRDefault="00A75D87" w:rsidP="00A75D87">
                  <w:pPr>
                    <w:rPr>
                      <w:rFonts w:asciiTheme="majorHAnsi" w:hAnsiTheme="majorHAnsi" w:cs="Calibri"/>
                    </w:rPr>
                  </w:pPr>
                  <w:r w:rsidRPr="009C1356">
                    <w:rPr>
                      <w:rFonts w:asciiTheme="majorHAnsi" w:hAnsiTheme="majorHAnsi" w:cs="Calibri"/>
                    </w:rPr>
                    <w:t>1</w:t>
                  </w:r>
                </w:p>
              </w:tc>
              <w:tc>
                <w:tcPr>
                  <w:tcW w:w="1106" w:type="dxa"/>
                </w:tcPr>
                <w:p w:rsidR="00A75D87" w:rsidRPr="009C1356" w:rsidRDefault="00A75D87" w:rsidP="00A75D87">
                  <w:pPr>
                    <w:rPr>
                      <w:rFonts w:asciiTheme="majorHAnsi" w:hAnsiTheme="majorHAnsi" w:cs="Calibri"/>
                    </w:rPr>
                  </w:pPr>
                  <w:r w:rsidRPr="009C1356">
                    <w:rPr>
                      <w:rFonts w:asciiTheme="majorHAnsi" w:hAnsiTheme="majorHAnsi" w:cs="Calibri"/>
                    </w:rPr>
                    <w:t>3</w:t>
                  </w:r>
                </w:p>
              </w:tc>
              <w:tc>
                <w:tcPr>
                  <w:tcW w:w="683" w:type="dxa"/>
                </w:tcPr>
                <w:p w:rsidR="00A75D87" w:rsidRPr="009C1356" w:rsidRDefault="00A75D87" w:rsidP="00A75D87">
                  <w:pPr>
                    <w:rPr>
                      <w:rFonts w:asciiTheme="majorHAnsi" w:hAnsiTheme="majorHAnsi" w:cs="Calibri"/>
                    </w:rPr>
                  </w:pPr>
                  <w:r w:rsidRPr="009C1356">
                    <w:rPr>
                      <w:rFonts w:asciiTheme="majorHAnsi" w:hAnsiTheme="majorHAnsi" w:cs="Calibri"/>
                    </w:rPr>
                    <w:t>-2</w:t>
                  </w:r>
                </w:p>
              </w:tc>
            </w:tr>
            <w:tr w:rsidR="00A75D87" w:rsidRPr="009C1356" w:rsidTr="00A75D87">
              <w:trPr>
                <w:trHeight w:val="456"/>
              </w:trPr>
              <w:tc>
                <w:tcPr>
                  <w:tcW w:w="805" w:type="dxa"/>
                </w:tcPr>
                <w:p w:rsidR="00A75D87" w:rsidRPr="009C1356" w:rsidRDefault="00A75D87" w:rsidP="00A75D87">
                  <w:pPr>
                    <w:rPr>
                      <w:rFonts w:asciiTheme="majorHAnsi" w:hAnsiTheme="majorHAnsi" w:cs="Calibri"/>
                    </w:rPr>
                  </w:pPr>
                  <w:r w:rsidRPr="009C1356">
                    <w:rPr>
                      <w:rFonts w:asciiTheme="majorHAnsi" w:hAnsiTheme="majorHAnsi" w:cs="Calibri"/>
                    </w:rPr>
                    <w:t>2</w:t>
                  </w:r>
                </w:p>
              </w:tc>
              <w:tc>
                <w:tcPr>
                  <w:tcW w:w="1106" w:type="dxa"/>
                </w:tcPr>
                <w:p w:rsidR="00A75D87" w:rsidRPr="009C1356" w:rsidRDefault="00A75D87" w:rsidP="00A75D87">
                  <w:pPr>
                    <w:rPr>
                      <w:rFonts w:asciiTheme="majorHAnsi" w:hAnsiTheme="majorHAnsi" w:cs="Calibri"/>
                    </w:rPr>
                  </w:pPr>
                  <w:r w:rsidRPr="009C1356">
                    <w:rPr>
                      <w:rFonts w:asciiTheme="majorHAnsi" w:hAnsiTheme="majorHAnsi" w:cs="Calibri"/>
                    </w:rPr>
                    <w:t>-3</w:t>
                  </w:r>
                </w:p>
              </w:tc>
              <w:tc>
                <w:tcPr>
                  <w:tcW w:w="683" w:type="dxa"/>
                </w:tcPr>
                <w:p w:rsidR="00A75D87" w:rsidRPr="009C1356" w:rsidRDefault="00A75D87" w:rsidP="00A75D87">
                  <w:pPr>
                    <w:rPr>
                      <w:rFonts w:asciiTheme="majorHAnsi" w:hAnsiTheme="majorHAnsi" w:cs="Calibri"/>
                    </w:rPr>
                  </w:pPr>
                  <w:r w:rsidRPr="009C1356">
                    <w:rPr>
                      <w:rFonts w:asciiTheme="majorHAnsi" w:hAnsiTheme="majorHAnsi" w:cs="Calibri"/>
                    </w:rPr>
                    <w:t>1</w:t>
                  </w:r>
                </w:p>
              </w:tc>
            </w:tr>
          </w:tbl>
          <w:p w:rsidR="00A75D87" w:rsidRPr="009C1356" w:rsidRDefault="00237656" w:rsidP="00A75D87">
            <w:p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 xml:space="preserve"> </w:t>
            </w:r>
            <w:r w:rsidR="00970C15" w:rsidRPr="009C1356">
              <w:rPr>
                <w:rFonts w:asciiTheme="majorHAnsi" w:hAnsiTheme="majorHAnsi" w:cs="Calibri"/>
              </w:rPr>
              <w:t>2</w:t>
            </w:r>
            <w:r w:rsidR="00E101E8" w:rsidRPr="009C1356">
              <w:rPr>
                <w:rFonts w:asciiTheme="majorHAnsi" w:hAnsiTheme="majorHAnsi" w:cs="Calibri"/>
              </w:rPr>
              <w:t>3)</w:t>
            </w:r>
            <w:r w:rsidR="00A75D87" w:rsidRPr="009C1356">
              <w:rPr>
                <w:rFonts w:asciiTheme="majorHAnsi" w:hAnsiTheme="majorHAnsi" w:cs="Calibri"/>
              </w:rPr>
              <w:t xml:space="preserve">  </w:t>
            </w:r>
          </w:p>
          <w:p w:rsidR="00A75D87" w:rsidRPr="009C1356" w:rsidRDefault="00A75D87" w:rsidP="00A75D87">
            <w:p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  <w:b/>
              </w:rPr>
              <w:t>a.</w:t>
            </w:r>
            <w:r w:rsidRPr="009C1356">
              <w:rPr>
                <w:rFonts w:asciiTheme="majorHAnsi" w:hAnsiTheme="majorHAnsi" w:cs="Calibri"/>
              </w:rPr>
              <w:t xml:space="preserve"> Find (g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r>
                <w:rPr>
                  <w:rFonts w:ascii="Cambria Math" w:hAnsi="Cambria Math" w:cs="Lucida Sans Unicode"/>
                </w:rPr>
                <m:t>∘</m:t>
              </m:r>
            </m:oMath>
            <w:r w:rsidRPr="009C1356">
              <w:rPr>
                <w:rFonts w:asciiTheme="majorHAnsi" w:hAnsiTheme="majorHAnsi" w:cs="Calibri"/>
              </w:rPr>
              <w:t xml:space="preserve"> f</w:t>
            </w:r>
            <w:proofErr w:type="gramStart"/>
            <w:r w:rsidRPr="009C1356">
              <w:rPr>
                <w:rFonts w:asciiTheme="majorHAnsi" w:hAnsiTheme="majorHAnsi" w:cs="Calibri"/>
              </w:rPr>
              <w:t>)(</w:t>
            </w:r>
            <w:proofErr w:type="gramEnd"/>
            <w:r w:rsidRPr="009C1356">
              <w:rPr>
                <w:rFonts w:asciiTheme="majorHAnsi" w:hAnsiTheme="majorHAnsi" w:cs="Calibri"/>
              </w:rPr>
              <w:t xml:space="preserve">0). </w:t>
            </w:r>
          </w:p>
          <w:p w:rsidR="00A75D87" w:rsidRPr="009C1356" w:rsidRDefault="00A75D87" w:rsidP="00A75D87">
            <w:pPr>
              <w:rPr>
                <w:rFonts w:asciiTheme="majorHAnsi" w:hAnsiTheme="majorHAnsi" w:cs="Calibri"/>
                <w:b/>
              </w:rPr>
            </w:pPr>
          </w:p>
          <w:p w:rsidR="00A75D87" w:rsidRPr="009C1356" w:rsidRDefault="00A75D87" w:rsidP="00A75D87">
            <w:p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  <w:b/>
              </w:rPr>
              <w:t>b.</w:t>
            </w:r>
            <w:r w:rsidRPr="009C1356">
              <w:rPr>
                <w:rFonts w:asciiTheme="majorHAnsi" w:hAnsiTheme="majorHAnsi" w:cs="Calibri"/>
              </w:rPr>
              <w:t xml:space="preserve"> Find (f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r>
                <w:rPr>
                  <w:rFonts w:ascii="Cambria Math" w:hAnsi="Cambria Math" w:cs="Lucida Sans Unicode"/>
                </w:rPr>
                <m:t>∘</m:t>
              </m:r>
            </m:oMath>
            <w:r w:rsidRPr="009C1356">
              <w:rPr>
                <w:rFonts w:asciiTheme="majorHAnsi" w:hAnsiTheme="majorHAnsi" w:cs="Calibri"/>
              </w:rPr>
              <w:t xml:space="preserve"> g</w:t>
            </w:r>
            <w:proofErr w:type="gramStart"/>
            <w:r w:rsidRPr="009C1356">
              <w:rPr>
                <w:rFonts w:asciiTheme="majorHAnsi" w:hAnsiTheme="majorHAnsi" w:cs="Calibri"/>
              </w:rPr>
              <w:t>)(</w:t>
            </w:r>
            <w:proofErr w:type="gramEnd"/>
            <w:r w:rsidRPr="009C1356">
              <w:rPr>
                <w:rFonts w:asciiTheme="majorHAnsi" w:hAnsiTheme="majorHAnsi" w:cs="Calibri"/>
              </w:rPr>
              <w:t>-1).</w:t>
            </w:r>
          </w:p>
          <w:p w:rsidR="00A75D87" w:rsidRPr="009C1356" w:rsidRDefault="00A75D87" w:rsidP="00A75D87">
            <w:pPr>
              <w:rPr>
                <w:rFonts w:asciiTheme="majorHAnsi" w:hAnsiTheme="majorHAnsi" w:cs="Calibri"/>
              </w:rPr>
            </w:pPr>
          </w:p>
          <w:p w:rsidR="00A75D87" w:rsidRPr="009C1356" w:rsidRDefault="00A75D87" w:rsidP="00A75D87">
            <w:pPr>
              <w:rPr>
                <w:rFonts w:asciiTheme="majorHAnsi" w:hAnsiTheme="majorHAnsi" w:cs="Calibri"/>
                <w:b/>
              </w:rPr>
            </w:pPr>
            <w:r w:rsidRPr="009C1356">
              <w:rPr>
                <w:rFonts w:asciiTheme="majorHAnsi" w:hAnsiTheme="majorHAnsi" w:cs="Calibri"/>
                <w:b/>
              </w:rPr>
              <w:t xml:space="preserve">c. </w:t>
            </w:r>
            <w:r w:rsidRPr="009C1356">
              <w:rPr>
                <w:rFonts w:asciiTheme="majorHAnsi" w:hAnsiTheme="majorHAnsi" w:cs="Calibri"/>
              </w:rPr>
              <w:t xml:space="preserve">Find </w:t>
            </w:r>
            <w:proofErr w:type="gramStart"/>
            <w:r w:rsidRPr="009C1356">
              <w:rPr>
                <w:rFonts w:asciiTheme="majorHAnsi" w:hAnsiTheme="majorHAnsi" w:cs="Calibri"/>
              </w:rPr>
              <w:t>g(</w:t>
            </w:r>
            <w:proofErr w:type="gramEnd"/>
            <w:r w:rsidRPr="009C1356">
              <w:rPr>
                <w:rFonts w:asciiTheme="majorHAnsi" w:hAnsiTheme="majorHAnsi" w:cs="Calibri"/>
              </w:rPr>
              <w:t>g(2)).</w:t>
            </w:r>
          </w:p>
          <w:p w:rsidR="00E101E8" w:rsidRPr="009C1356" w:rsidRDefault="00E101E8" w:rsidP="00237656">
            <w:pPr>
              <w:rPr>
                <w:rFonts w:asciiTheme="majorHAnsi" w:hAnsiTheme="majorHAnsi" w:cs="Calibri"/>
              </w:rPr>
            </w:pPr>
          </w:p>
        </w:tc>
        <w:tc>
          <w:tcPr>
            <w:tcW w:w="5696" w:type="dxa"/>
            <w:shd w:val="clear" w:color="auto" w:fill="auto"/>
          </w:tcPr>
          <w:p w:rsidR="00E101E8" w:rsidRPr="009C1356" w:rsidRDefault="00970C15" w:rsidP="00690B24">
            <w:p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>2</w:t>
            </w:r>
            <w:r w:rsidR="00E101E8" w:rsidRPr="009C1356">
              <w:rPr>
                <w:rFonts w:asciiTheme="majorHAnsi" w:hAnsiTheme="majorHAnsi" w:cs="Calibri"/>
              </w:rPr>
              <w:t xml:space="preserve">4) Let f(x) = </w:t>
            </w:r>
            <w:r w:rsidR="00E101E8" w:rsidRPr="009C1356">
              <w:rPr>
                <w:rFonts w:asciiTheme="majorHAnsi" w:hAnsiTheme="majorHAnsi" w:cs="Calibri"/>
                <w:position w:val="-6"/>
              </w:rPr>
              <w:object w:dxaOrig="880" w:dyaOrig="320">
                <v:shape id="_x0000_i1036" type="#_x0000_t75" style="width:44.25pt;height:15.75pt" o:ole="">
                  <v:imagedata r:id="rId34" o:title=""/>
                </v:shape>
                <o:OLEObject Type="Embed" ProgID="Equation.3" ShapeID="_x0000_i1036" DrawAspect="Content" ObjectID="_1484308174" r:id="rId35"/>
              </w:object>
            </w:r>
            <w:r w:rsidR="00E101E8" w:rsidRPr="009C1356">
              <w:rPr>
                <w:rFonts w:asciiTheme="majorHAnsi" w:hAnsiTheme="majorHAnsi" w:cs="Calibri"/>
              </w:rPr>
              <w:t xml:space="preserve"> and g(x) = x - 3.</w:t>
            </w:r>
          </w:p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</w:p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>a. Find g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r>
                <w:rPr>
                  <w:rFonts w:ascii="Cambria Math" w:hAnsi="Cambria Math" w:cs="Lucida Sans Unicode"/>
                </w:rPr>
                <m:t>∘</m:t>
              </m:r>
            </m:oMath>
            <w:r w:rsidRPr="009C1356">
              <w:rPr>
                <w:rFonts w:asciiTheme="majorHAnsi" w:hAnsiTheme="majorHAnsi" w:cs="Calibri"/>
              </w:rPr>
              <w:t xml:space="preserve"> f(x).</w:t>
            </w:r>
          </w:p>
          <w:p w:rsidR="00E101E8" w:rsidRPr="009C1356" w:rsidRDefault="00E101E8" w:rsidP="00690B24">
            <w:pPr>
              <w:rPr>
                <w:rFonts w:asciiTheme="majorHAnsi" w:hAnsiTheme="majorHAnsi"/>
                <w:position w:val="-6"/>
              </w:rPr>
            </w:pPr>
          </w:p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>b. Find f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r>
                <w:rPr>
                  <w:rFonts w:ascii="Cambria Math" w:hAnsi="Cambria Math" w:cs="Lucida Sans Unicode"/>
                </w:rPr>
                <m:t>∘</m:t>
              </m:r>
            </m:oMath>
            <w:r w:rsidRPr="009C1356">
              <w:rPr>
                <w:rFonts w:asciiTheme="majorHAnsi" w:hAnsiTheme="majorHAnsi" w:cs="Calibri"/>
              </w:rPr>
              <w:t xml:space="preserve"> g(x).</w:t>
            </w:r>
          </w:p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</w:p>
        </w:tc>
      </w:tr>
      <w:tr w:rsidR="00E101E8" w:rsidRPr="009C1356" w:rsidTr="00970C15">
        <w:trPr>
          <w:trHeight w:val="282"/>
        </w:trPr>
        <w:tc>
          <w:tcPr>
            <w:tcW w:w="11032" w:type="dxa"/>
            <w:gridSpan w:val="2"/>
            <w:shd w:val="clear" w:color="auto" w:fill="auto"/>
          </w:tcPr>
          <w:p w:rsidR="00E101E8" w:rsidRPr="009C1356" w:rsidRDefault="00E101E8" w:rsidP="00690B24">
            <w:pPr>
              <w:jc w:val="center"/>
              <w:rPr>
                <w:rFonts w:asciiTheme="majorHAnsi" w:hAnsiTheme="majorHAnsi" w:cs="Calibri"/>
                <w:b/>
              </w:rPr>
            </w:pPr>
            <w:r w:rsidRPr="009C1356">
              <w:rPr>
                <w:rFonts w:asciiTheme="majorHAnsi" w:hAnsiTheme="majorHAnsi" w:cs="Calibri"/>
                <w:b/>
              </w:rPr>
              <w:t>CHALLENGE PROBLEMS &amp; ACT Style</w:t>
            </w:r>
          </w:p>
        </w:tc>
      </w:tr>
      <w:tr w:rsidR="00E101E8" w:rsidRPr="009C1356" w:rsidTr="00A71099">
        <w:trPr>
          <w:trHeight w:val="2255"/>
        </w:trPr>
        <w:tc>
          <w:tcPr>
            <w:tcW w:w="5336" w:type="dxa"/>
            <w:shd w:val="clear" w:color="auto" w:fill="auto"/>
          </w:tcPr>
          <w:p w:rsidR="00970C15" w:rsidRPr="009C1356" w:rsidRDefault="00970C15" w:rsidP="00690B24">
            <w:p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>2</w:t>
            </w:r>
            <w:r w:rsidR="00E101E8" w:rsidRPr="009C1356">
              <w:rPr>
                <w:rFonts w:asciiTheme="majorHAnsi" w:hAnsiTheme="majorHAnsi" w:cs="Calibri"/>
              </w:rPr>
              <w:t xml:space="preserve">5) </w:t>
            </w:r>
          </w:p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  <w:noProof/>
              </w:rPr>
              <w:drawing>
                <wp:inline distT="0" distB="0" distL="0" distR="0" wp14:anchorId="7C69B77E" wp14:editId="7EB162F7">
                  <wp:extent cx="2573020" cy="520700"/>
                  <wp:effectExtent l="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302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01E8" w:rsidRPr="009C1356" w:rsidRDefault="00E101E8" w:rsidP="00D15A1E">
            <w:pPr>
              <w:numPr>
                <w:ilvl w:val="0"/>
                <w:numId w:val="4"/>
              </w:num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>27</w:t>
            </w:r>
          </w:p>
          <w:p w:rsidR="00E101E8" w:rsidRPr="009C1356" w:rsidRDefault="00E101E8" w:rsidP="00D15A1E">
            <w:pPr>
              <w:numPr>
                <w:ilvl w:val="0"/>
                <w:numId w:val="4"/>
              </w:num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>30</w:t>
            </w:r>
          </w:p>
          <w:p w:rsidR="00E101E8" w:rsidRPr="009C1356" w:rsidRDefault="00E101E8" w:rsidP="00D15A1E">
            <w:pPr>
              <w:numPr>
                <w:ilvl w:val="0"/>
                <w:numId w:val="4"/>
              </w:num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>58</w:t>
            </w:r>
          </w:p>
          <w:p w:rsidR="00E101E8" w:rsidRPr="009C1356" w:rsidRDefault="00E101E8" w:rsidP="00D15A1E">
            <w:pPr>
              <w:numPr>
                <w:ilvl w:val="0"/>
                <w:numId w:val="4"/>
              </w:num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>72</w:t>
            </w:r>
          </w:p>
        </w:tc>
        <w:tc>
          <w:tcPr>
            <w:tcW w:w="5696" w:type="dxa"/>
            <w:shd w:val="clear" w:color="auto" w:fill="auto"/>
          </w:tcPr>
          <w:p w:rsidR="00E101E8" w:rsidRPr="009C1356" w:rsidRDefault="00970C15" w:rsidP="00690B24">
            <w:p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>2</w:t>
            </w:r>
            <w:r w:rsidR="00E101E8" w:rsidRPr="009C1356">
              <w:rPr>
                <w:rFonts w:asciiTheme="majorHAnsi" w:hAnsiTheme="majorHAnsi" w:cs="Calibri"/>
              </w:rPr>
              <w:t xml:space="preserve">6) If f(x) = 2x² + x and g(x) = </w:t>
            </w:r>
            <w:proofErr w:type="gramStart"/>
            <w:r w:rsidR="00E101E8" w:rsidRPr="009C1356">
              <w:rPr>
                <w:rFonts w:asciiTheme="majorHAnsi" w:hAnsiTheme="majorHAnsi" w:cs="Calibri"/>
              </w:rPr>
              <w:t>f(</w:t>
            </w:r>
            <w:proofErr w:type="gramEnd"/>
            <w:r w:rsidR="00E101E8" w:rsidRPr="009C1356">
              <w:rPr>
                <w:rFonts w:asciiTheme="majorHAnsi" w:hAnsiTheme="majorHAnsi" w:cs="Calibri"/>
              </w:rPr>
              <w:t>f(x)), what is the value of g(1)?</w:t>
            </w:r>
          </w:p>
          <w:p w:rsidR="00E101E8" w:rsidRPr="009C1356" w:rsidRDefault="00E101E8" w:rsidP="00690B24">
            <w:pPr>
              <w:rPr>
                <w:rFonts w:asciiTheme="majorHAnsi" w:hAnsiTheme="majorHAnsi" w:cs="Calibri"/>
              </w:rPr>
            </w:pPr>
          </w:p>
          <w:p w:rsidR="00E101E8" w:rsidRPr="009C1356" w:rsidRDefault="00E101E8" w:rsidP="00D15A1E">
            <w:pPr>
              <w:numPr>
                <w:ilvl w:val="0"/>
                <w:numId w:val="3"/>
              </w:num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>3</w:t>
            </w:r>
          </w:p>
          <w:p w:rsidR="00E101E8" w:rsidRPr="009C1356" w:rsidRDefault="00E101E8" w:rsidP="00D15A1E">
            <w:pPr>
              <w:numPr>
                <w:ilvl w:val="0"/>
                <w:numId w:val="3"/>
              </w:num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>18</w:t>
            </w:r>
          </w:p>
          <w:p w:rsidR="00E101E8" w:rsidRPr="009C1356" w:rsidRDefault="00E101E8" w:rsidP="00D15A1E">
            <w:pPr>
              <w:numPr>
                <w:ilvl w:val="0"/>
                <w:numId w:val="3"/>
              </w:num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>21</w:t>
            </w:r>
          </w:p>
          <w:p w:rsidR="00E101E8" w:rsidRPr="009C1356" w:rsidRDefault="00E101E8" w:rsidP="00D15A1E">
            <w:pPr>
              <w:numPr>
                <w:ilvl w:val="0"/>
                <w:numId w:val="3"/>
              </w:numPr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>39</w:t>
            </w:r>
          </w:p>
        </w:tc>
      </w:tr>
      <w:tr w:rsidR="00E101E8" w:rsidRPr="009C1356" w:rsidTr="00970C15">
        <w:trPr>
          <w:trHeight w:val="580"/>
        </w:trPr>
        <w:tc>
          <w:tcPr>
            <w:tcW w:w="11032" w:type="dxa"/>
            <w:gridSpan w:val="2"/>
            <w:shd w:val="clear" w:color="auto" w:fill="auto"/>
          </w:tcPr>
          <w:p w:rsidR="00E101E8" w:rsidRPr="009C1356" w:rsidRDefault="00E101E8" w:rsidP="00690B24">
            <w:pPr>
              <w:jc w:val="center"/>
              <w:rPr>
                <w:rFonts w:asciiTheme="majorHAnsi" w:hAnsiTheme="majorHAnsi" w:cs="Calibri"/>
                <w:b/>
              </w:rPr>
            </w:pPr>
            <w:r w:rsidRPr="009C1356">
              <w:rPr>
                <w:rFonts w:asciiTheme="majorHAnsi" w:hAnsiTheme="majorHAnsi" w:cs="Calibri"/>
                <w:b/>
              </w:rPr>
              <w:t>Yay! Brain Teasers</w:t>
            </w:r>
          </w:p>
          <w:p w:rsidR="00E101E8" w:rsidRPr="009C1356" w:rsidRDefault="00E101E8" w:rsidP="00690B24">
            <w:pPr>
              <w:jc w:val="center"/>
              <w:rPr>
                <w:rFonts w:asciiTheme="majorHAnsi" w:hAnsiTheme="majorHAnsi" w:cs="Calibri"/>
                <w:b/>
              </w:rPr>
            </w:pPr>
            <w:r w:rsidRPr="009C1356">
              <w:rPr>
                <w:rFonts w:asciiTheme="majorHAnsi" w:hAnsiTheme="majorHAnsi" w:cs="Calibri"/>
                <w:b/>
              </w:rPr>
              <w:t>“Through great struggle comes great reward!”</w:t>
            </w:r>
          </w:p>
        </w:tc>
      </w:tr>
      <w:tr w:rsidR="00E101E8" w:rsidRPr="009C1356" w:rsidTr="00A71099">
        <w:trPr>
          <w:trHeight w:val="4490"/>
        </w:trPr>
        <w:tc>
          <w:tcPr>
            <w:tcW w:w="5336" w:type="dxa"/>
            <w:shd w:val="clear" w:color="auto" w:fill="auto"/>
          </w:tcPr>
          <w:p w:rsidR="00970C15" w:rsidRPr="009C1356" w:rsidRDefault="00970C15" w:rsidP="00970C15">
            <w:pPr>
              <w:ind w:left="435"/>
              <w:rPr>
                <w:rFonts w:asciiTheme="majorHAnsi" w:hAnsiTheme="majorHAnsi" w:cs="Calibri"/>
              </w:rPr>
            </w:pPr>
          </w:p>
          <w:p w:rsidR="00970C15" w:rsidRPr="009C1356" w:rsidRDefault="00970C15" w:rsidP="00970C15">
            <w:pPr>
              <w:ind w:left="435"/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 xml:space="preserve">Connect the nine dots using 4 straight lines and without lifting the pencil. </w:t>
            </w:r>
          </w:p>
          <w:p w:rsidR="00970C15" w:rsidRPr="009C1356" w:rsidRDefault="00970C15" w:rsidP="00970C15">
            <w:pPr>
              <w:ind w:left="435"/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9472" behindDoc="0" locked="0" layoutInCell="1" allowOverlap="1" wp14:anchorId="002D372C" wp14:editId="61AA4DE0">
                      <wp:simplePos x="0" y="0"/>
                      <wp:positionH relativeFrom="column">
                        <wp:posOffset>669852</wp:posOffset>
                      </wp:positionH>
                      <wp:positionV relativeFrom="paragraph">
                        <wp:posOffset>488684</wp:posOffset>
                      </wp:positionV>
                      <wp:extent cx="1544760" cy="1286540"/>
                      <wp:effectExtent l="0" t="0" r="17780" b="27940"/>
                      <wp:wrapNone/>
                      <wp:docPr id="73" name="Group 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44760" cy="1286540"/>
                                <a:chOff x="0" y="0"/>
                                <a:chExt cx="1254066" cy="1072825"/>
                              </a:xfrm>
                            </wpg:grpSpPr>
                            <wpg:grpSp>
                              <wpg:cNvPr id="64" name="Group 64"/>
                              <wpg:cNvGrpSpPr/>
                              <wpg:grpSpPr>
                                <a:xfrm>
                                  <a:off x="0" y="10633"/>
                                  <a:ext cx="169545" cy="1051560"/>
                                  <a:chOff x="0" y="0"/>
                                  <a:chExt cx="169545" cy="1052047"/>
                                </a:xfrm>
                              </wpg:grpSpPr>
                              <wps:wsp>
                                <wps:cNvPr id="61" name="Oval 61"/>
                                <wps:cNvSpPr/>
                                <wps:spPr>
                                  <a:xfrm>
                                    <a:off x="0" y="0"/>
                                    <a:ext cx="169545" cy="169545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2" name="Oval 62"/>
                                <wps:cNvSpPr/>
                                <wps:spPr>
                                  <a:xfrm>
                                    <a:off x="0" y="446567"/>
                                    <a:ext cx="169545" cy="169545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" name="Oval 63"/>
                                <wps:cNvSpPr/>
                                <wps:spPr>
                                  <a:xfrm>
                                    <a:off x="0" y="882502"/>
                                    <a:ext cx="169545" cy="169545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5" name="Group 65"/>
                              <wpg:cNvGrpSpPr/>
                              <wpg:grpSpPr>
                                <a:xfrm>
                                  <a:off x="542261" y="21265"/>
                                  <a:ext cx="169545" cy="1051560"/>
                                  <a:chOff x="0" y="0"/>
                                  <a:chExt cx="169545" cy="1052047"/>
                                </a:xfrm>
                              </wpg:grpSpPr>
                              <wps:wsp>
                                <wps:cNvPr id="66" name="Oval 66"/>
                                <wps:cNvSpPr/>
                                <wps:spPr>
                                  <a:xfrm>
                                    <a:off x="0" y="0"/>
                                    <a:ext cx="169545" cy="169545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7" name="Oval 67"/>
                                <wps:cNvSpPr/>
                                <wps:spPr>
                                  <a:xfrm>
                                    <a:off x="0" y="446567"/>
                                    <a:ext cx="169545" cy="169545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8" name="Oval 68"/>
                                <wps:cNvSpPr/>
                                <wps:spPr>
                                  <a:xfrm>
                                    <a:off x="0" y="882502"/>
                                    <a:ext cx="169545" cy="169545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9" name="Group 69"/>
                              <wpg:cNvGrpSpPr/>
                              <wpg:grpSpPr>
                                <a:xfrm>
                                  <a:off x="1084521" y="0"/>
                                  <a:ext cx="169545" cy="1051560"/>
                                  <a:chOff x="0" y="0"/>
                                  <a:chExt cx="169545" cy="1052047"/>
                                </a:xfrm>
                              </wpg:grpSpPr>
                              <wps:wsp>
                                <wps:cNvPr id="70" name="Oval 70"/>
                                <wps:cNvSpPr/>
                                <wps:spPr>
                                  <a:xfrm>
                                    <a:off x="0" y="0"/>
                                    <a:ext cx="169545" cy="169545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1" name="Oval 71"/>
                                <wps:cNvSpPr/>
                                <wps:spPr>
                                  <a:xfrm>
                                    <a:off x="0" y="446567"/>
                                    <a:ext cx="169545" cy="169545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Oval 72"/>
                                <wps:cNvSpPr/>
                                <wps:spPr>
                                  <a:xfrm>
                                    <a:off x="0" y="882502"/>
                                    <a:ext cx="169545" cy="169545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1BBF72" id="Group 73" o:spid="_x0000_s1026" style="position:absolute;margin-left:52.75pt;margin-top:38.5pt;width:121.65pt;height:101.3pt;z-index:251689472;mso-width-relative:margin;mso-height-relative:margin" coordsize="12540,10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">
                      <v:group id="Group 64" o:spid="_x0000_s1027" style="position:absolute;top:106;width:1695;height:10515" coordsize="1695,105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      <v:oval id="Oval 61" o:spid="_x0000_s1028" style="position:absolute;width:1695;height:16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OOxMMA&#10;AADbAAAADwAAAGRycy9kb3ducmV2LnhtbESPwWrDMBBE74X8g9hAbrWcHNziRgltIGCaU+32vrY2&#10;lhtrZSzVcf4+KhR6HGbmDbPdz7YXE42+c6xgnaQgiBunO24VfFbHx2cQPiBr7B2Tght52O8WD1vM&#10;tbvyB01laEWEsM9RgQlhyKX0jSGLPnEDcfTObrQYohxbqUe8Rrjt5SZNM2mx47hgcKCDoeZS/lgF&#10;7niq9ZOpLsXXd8FdXb5N72ej1Go5v76ACDSH//Bfu9AKsjX8fok/QO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1OOxMMAAADbAAAADwAAAAAAAAAAAAAAAACYAgAAZHJzL2Rv&#10;d25yZXYueG1sUEsFBgAAAAAEAAQA9QAAAIgDAAAAAA==&#10;" fillcolor="black [3200]" strokecolor="black [1600]" strokeweight="2pt"/>
                        <v:oval id="Oval 62" o:spid="_x0000_s1029" style="position:absolute;top:4465;width:1695;height:16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EQs8EA&#10;AADbAAAADwAAAGRycy9kb3ducmV2LnhtbESPQYvCMBSE78L+h/AW9qbpelCpRtEFobgnq96fzbOp&#10;Ni+libX77zeC4HGYmW+Yxaq3teio9ZVjBd+jBARx4XTFpYLjYTucgfABWWPtmBT8kYfV8mOwwFS7&#10;B++py0MpIoR9igpMCE0qpS8MWfQj1xBH7+JaiyHKtpS6xUeE21qOk2QiLVYcFww29GOouOV3q8Bt&#10;f896ag637HTNuDrnm253MUp9ffbrOYhAfXiHX+1MK5iM4fkl/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BELPBAAAA2wAAAA8AAAAAAAAAAAAAAAAAmAIAAGRycy9kb3du&#10;cmV2LnhtbFBLBQYAAAAABAAEAPUAAACGAwAAAAA=&#10;" fillcolor="black [3200]" strokecolor="black [1600]" strokeweight="2pt"/>
                        <v:oval id="Oval 63" o:spid="_x0000_s1030" style="position:absolute;top:8825;width:1695;height:16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21KMMA&#10;AADbAAAADwAAAGRycy9kb3ducmV2LnhtbESPQWvCQBSE74L/YXmCN91YQUuaVWpBCPbU2N6f2Zds&#10;avZtyK4x/ffdQsHjMDPfMNl+tK0YqPeNYwWrZQKCuHS64VrB5/m4eAbhA7LG1jEp+CEP+910kmGq&#10;3Z0/aChCLSKEfYoKTAhdKqUvDVn0S9cRR69yvcUQZV9L3eM9wm0rn5JkIy02HBcMdvRmqLwWN6vA&#10;Hd8vemvO1/zrO+fmUhyGU2WUms/G1xcQgcbwCP+3c61gs4a/L/EH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21KMMAAADbAAAADwAAAAAAAAAAAAAAAACYAgAAZHJzL2Rv&#10;d25yZXYueG1sUEsFBgAAAAAEAAQA9QAAAIgDAAAAAA==&#10;" fillcolor="black [3200]" strokecolor="black [1600]" strokeweight="2pt"/>
                      </v:group>
                      <v:group id="Group 65" o:spid="_x0000_s1031" style="position:absolute;left:5422;top:212;width:1696;height:10516" coordsize="1695,105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    <v:oval id="Oval 66" o:spid="_x0000_s1032" style="position:absolute;width:1695;height:16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oWsMIA&#10;AADbAAAADwAAAGRycy9kb3ducmV2LnhtbESPQWvCQBSE7wX/w/KE3uqmPUSJrmILQrAno96f2Wc2&#10;mn0bsmtM/31XEDwOM/MNs1gNthE9db52rOBzkoAgLp2uuVJw2G8+ZiB8QNbYOCYFf+RhtRy9LTDT&#10;7s476otQiQhhn6ECE0KbSelLQxb9xLXE0Tu7zmKIsquk7vAe4baRX0mSSos1xwWDLf0YKq/FzSpw&#10;m9+Tnpr9NT9ecq5PxXe/PRul3sfDeg4i0BBe4Wc71wrSFB5f4g+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uhawwgAAANsAAAAPAAAAAAAAAAAAAAAAAJgCAABkcnMvZG93&#10;bnJldi54bWxQSwUGAAAAAAQABAD1AAAAhwMAAAAA&#10;" fillcolor="black [3200]" strokecolor="black [1600]" strokeweight="2pt"/>
                        <v:oval id="Oval 67" o:spid="_x0000_s1033" style="position:absolute;top:4465;width:1695;height:16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azK8EA&#10;AADbAAAADwAAAGRycy9kb3ducmV2LnhtbESPQYvCMBSE78L+h/AW9qbpelCpRtEFoeyerHp/Ns+m&#10;2ryUJtbuvzeC4HGYmW+Yxaq3teio9ZVjBd+jBARx4XTFpYLDfjucgfABWWPtmBT8k4fV8mOwwFS7&#10;O++oy0MpIoR9igpMCE0qpS8MWfQj1xBH7+xaiyHKtpS6xXuE21qOk2QiLVYcFww29GOouOY3q8Bt&#10;/056avbX7HjJuDrlm+73bJT6+uzXcxCB+vAOv9qZVjCZwvNL/AFy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2syvBAAAA2wAAAA8AAAAAAAAAAAAAAAAAmAIAAGRycy9kb3du&#10;cmV2LnhtbFBLBQYAAAAABAAEAPUAAACGAwAAAAA=&#10;" fillcolor="black [3200]" strokecolor="black [1600]" strokeweight="2pt"/>
                        <v:oval id="Oval 68" o:spid="_x0000_s1034" style="position:absolute;top:8825;width:1695;height:16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knWb8A&#10;AADbAAAADwAAAGRycy9kb3ducmV2LnhtbERPTYvCMBC9C/sfwizsTdP1oNI1ii4IZT1Z9T5txqZr&#10;MylNrPXfm4Pg8fG+l+vBNqKnzteOFXxPEhDEpdM1VwpOx914AcIHZI2NY1LwIA/r1cdoial2dz5Q&#10;n4dKxBD2KSowIbSplL40ZNFPXEscuYvrLIYIu0rqDu8x3DZymiQzabHm2GCwpV9D5TW/WQVuty/0&#10;3Byv2fk/47rIt/3fxSj19TlsfkAEGsJb/HJnWsEsjo1f4g+Qq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aSdZvwAAANsAAAAPAAAAAAAAAAAAAAAAAJgCAABkcnMvZG93bnJl&#10;di54bWxQSwUGAAAAAAQABAD1AAAAhAMAAAAA&#10;" fillcolor="black [3200]" strokecolor="black [1600]" strokeweight="2pt"/>
                      </v:group>
                      <v:group id="Group 69" o:spid="_x0000_s1035" style="position:absolute;left:10845;width:1695;height:10515" coordsize="1695,105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      <v:oval id="Oval 70" o:spid="_x0000_s1036" style="position:absolute;width:1695;height:16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a9gsAA&#10;AADbAAAADwAAAGRycy9kb3ducmV2LnhtbERPPW/CMBDdK/EfrEPq1jh0IFWIQYCEFNGpSbsf8REH&#10;4nMUuyH99/VQqePT+y52s+3FRKPvHCtYJSkI4sbpjlsFn/Xp5Q2ED8gae8ek4Ic87LaLpwJz7R78&#10;QVMVWhFD2OeowIQw5FL6xpBFn7iBOHJXN1oMEY6t1CM+Yrjt5WuarqXFjmODwYGOhpp79W0VuNP7&#10;RWemvpdft5K7S3WYzlej1PNy3m9ABJrDv/jPXWoFWVwfv8QfIL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ca9gsAAAADbAAAADwAAAAAAAAAAAAAAAACYAgAAZHJzL2Rvd25y&#10;ZXYueG1sUEsFBgAAAAAEAAQA9QAAAIUDAAAAAA==&#10;" fillcolor="black [3200]" strokecolor="black [1600]" strokeweight="2pt"/>
                        <v:oval id="Oval 71" o:spid="_x0000_s1037" style="position:absolute;top:4465;width:1695;height:16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oYGcMA&#10;AADbAAAADwAAAGRycy9kb3ducmV2LnhtbESPwWrDMBBE74H+g9hCb7HsHprgRgltIWDaU5zkvrY2&#10;lmtrZSzVcf8+KhRyHGbmDbPZzbYXE42+dawgS1IQxLXTLTcKTsf9cg3CB2SNvWNS8EsedtuHxQZz&#10;7a58oKkMjYgQ9jkqMCEMuZS+NmTRJ24gjt7FjRZDlGMj9YjXCLe9fE7TF2mx5bhgcKAPQ3VX/lgF&#10;bv9V6ZU5dsX5u+C2Kt+nz4tR6ulxfnsFEWgO9/B/u9AKVhn8fYk/QG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ooYGcMAAADbAAAADwAAAAAAAAAAAAAAAACYAgAAZHJzL2Rv&#10;d25yZXYueG1sUEsFBgAAAAAEAAQA9QAAAIgDAAAAAA==&#10;" fillcolor="black [3200]" strokecolor="black [1600]" strokeweight="2pt"/>
                        <v:oval id="Oval 72" o:spid="_x0000_s1038" style="position:absolute;top:8825;width:1695;height:16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iGbsEA&#10;AADbAAAADwAAAGRycy9kb3ducmV2LnhtbESPQYvCMBSE78L+h/AW9qbpelilGkUXhOKerHp/Ns+m&#10;2ryUJtbuvzeC4HGYmW+Y+bK3teio9ZVjBd+jBARx4XTFpYLDfjOcgvABWWPtmBT8k4fl4mMwx1S7&#10;O++oy0MpIoR9igpMCE0qpS8MWfQj1xBH7+xaiyHKtpS6xXuE21qOk+RHWqw4Lhhs6NdQcc1vVoHb&#10;/J30xOyv2fGScXXK1932bJT6+uxXMxCB+vAOv9qZVjAZw/NL/AF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Yhm7BAAAA2wAAAA8AAAAAAAAAAAAAAAAAmAIAAGRycy9kb3du&#10;cmV2LnhtbFBLBQYAAAAABAAEAPUAAACGAwAAAAA=&#10;" fillcolor="black [3200]" strokecolor="black [1600]" strokeweight="2pt"/>
                      </v:group>
                    </v:group>
                  </w:pict>
                </mc:Fallback>
              </mc:AlternateContent>
            </w:r>
          </w:p>
        </w:tc>
        <w:tc>
          <w:tcPr>
            <w:tcW w:w="5696" w:type="dxa"/>
            <w:shd w:val="clear" w:color="auto" w:fill="auto"/>
          </w:tcPr>
          <w:p w:rsidR="00E101E8" w:rsidRPr="009C1356" w:rsidRDefault="00E101E8" w:rsidP="00970C15">
            <w:pPr>
              <w:ind w:left="435"/>
              <w:rPr>
                <w:rFonts w:asciiTheme="majorHAnsi" w:hAnsiTheme="majorHAnsi" w:cs="Calibri"/>
              </w:rPr>
            </w:pPr>
          </w:p>
          <w:p w:rsidR="00970C15" w:rsidRPr="009C1356" w:rsidRDefault="006C2AF3" w:rsidP="00970C15">
            <w:pPr>
              <w:ind w:left="435"/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</w:rPr>
              <w:t>You have six eggs in a basket. How do you distribute them so that one egg remains in the basket?</w:t>
            </w:r>
          </w:p>
          <w:p w:rsidR="006C2AF3" w:rsidRPr="009C1356" w:rsidRDefault="006C2AF3" w:rsidP="00970C15">
            <w:pPr>
              <w:ind w:left="435"/>
              <w:rPr>
                <w:rFonts w:asciiTheme="majorHAnsi" w:hAnsiTheme="majorHAnsi" w:cs="Calibri"/>
              </w:rPr>
            </w:pPr>
            <w:r w:rsidRPr="009C1356">
              <w:rPr>
                <w:rFonts w:asciiTheme="majorHAnsi" w:hAnsiTheme="majorHAns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856201</wp:posOffset>
                      </wp:positionH>
                      <wp:positionV relativeFrom="paragraph">
                        <wp:posOffset>121285</wp:posOffset>
                      </wp:positionV>
                      <wp:extent cx="1669312" cy="1892595"/>
                      <wp:effectExtent l="0" t="0" r="7620" b="0"/>
                      <wp:wrapNone/>
                      <wp:docPr id="74" name="Text Box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69312" cy="18925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C2AF3" w:rsidRDefault="006C2AF3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1414130" cy="1743851"/>
                                        <wp:effectExtent l="0" t="0" r="0" b="8890"/>
                                        <wp:docPr id="26" name="Picture 26" descr="http://2.bp.blogspot.com/-qY9r5kizcK0/T3pV_vw-9jI/AAAAAAAAF98/0yl9S9DW8fI/s1600/basket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l_fi" descr="http://2.bp.blogspot.com/-qY9r5kizcK0/T3pV_vw-9jI/AAAAAAAAF98/0yl9S9DW8fI/s1600/basket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37">
                                                  <a:extLst>
                                                    <a:ext uri="{BEBA8EAE-BF5A-486C-A8C5-ECC9F3942E4B}">
                                                      <a14:imgProps xmlns:a14="http://schemas.microsoft.com/office/drawing/2010/main">
                                                        <a14:imgLayer r:embed="rId38">
                                                          <a14:imgEffect>
                                                            <a14:saturation sat="33000"/>
                                                          </a14:imgEffect>
                                                        </a14:imgLayer>
                                                      </a14:imgProps>
                                                    </a:ex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15349" cy="174535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74" o:spid="_x0000_s1044" type="#_x0000_t202" style="position:absolute;left:0;text-align:left;margin-left:67.4pt;margin-top:9.55pt;width:131.45pt;height:149pt;z-index:251690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" fillcolor="white [3201]" stroked="f" strokeweight=".5pt">
                      <v:textbox>
                        <w:txbxContent>
                          <w:p w:rsidR="006C2AF3" w:rsidRDefault="006C2AF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414130" cy="1743851"/>
                                  <wp:effectExtent l="0" t="0" r="0" b="8890"/>
                                  <wp:docPr id="75" name="Picture 75" descr="http://2.bp.blogspot.com/-qY9r5kizcK0/T3pV_vw-9jI/AAAAAAAAF98/0yl9S9DW8fI/s1600/baske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2.bp.blogspot.com/-qY9r5kizcK0/T3pV_vw-9jI/AAAAAAAAF98/0yl9S9DW8fI/s1600/basket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8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49">
                                                    <a14:imgEffect>
                                                      <a14:saturation sat="33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15349" cy="174535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C2AF3" w:rsidRPr="009C1356" w:rsidRDefault="006C2AF3" w:rsidP="00970C15">
            <w:pPr>
              <w:ind w:left="435"/>
              <w:rPr>
                <w:rFonts w:asciiTheme="majorHAnsi" w:hAnsiTheme="majorHAnsi" w:cs="Calibri"/>
              </w:rPr>
            </w:pPr>
          </w:p>
        </w:tc>
      </w:tr>
    </w:tbl>
    <w:p w:rsidR="000F498A" w:rsidRPr="009C1356" w:rsidRDefault="000F498A" w:rsidP="00970C15">
      <w:pPr>
        <w:rPr>
          <w:rFonts w:asciiTheme="majorHAnsi" w:hAnsiTheme="majorHAnsi"/>
          <w:i/>
        </w:rPr>
      </w:pPr>
    </w:p>
    <w:sectPr w:rsidR="000F498A" w:rsidRPr="009C1356" w:rsidSect="00953396">
      <w:footerReference w:type="default" r:id="rId50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BE5" w:rsidRDefault="00001BE5">
      <w:r>
        <w:separator/>
      </w:r>
    </w:p>
  </w:endnote>
  <w:endnote w:type="continuationSeparator" w:id="0">
    <w:p w:rsidR="00001BE5" w:rsidRDefault="00001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58C" w:rsidRPr="008B41BB" w:rsidRDefault="004913AC" w:rsidP="00953396">
    <w:pPr>
      <w:jc w:val="center"/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sz w:val="40"/>
      </w:rPr>
      <w:t xml:space="preserve">Define </w:t>
    </w:r>
    <w:r w:rsidRPr="004913AC">
      <w:rPr>
        <w:rFonts w:ascii="Tw Cen MT Condensed Extra Bold" w:hAnsi="Tw Cen MT Condensed Extra Bold"/>
        <w:sz w:val="40"/>
        <w:u w:val="single"/>
      </w:rPr>
      <w:t>YOUR</w:t>
    </w:r>
    <w:r>
      <w:rPr>
        <w:rFonts w:ascii="Tw Cen MT Condensed Extra Bold" w:hAnsi="Tw Cen MT Condensed Extra Bold"/>
        <w:sz w:val="40"/>
      </w:rPr>
      <w:t xml:space="preserve"> Pride</w:t>
    </w:r>
    <w:r w:rsidR="004207A3">
      <w:rPr>
        <w:rFonts w:ascii="Tw Cen MT Condensed Extra Bold" w:hAnsi="Tw Cen MT Condensed Extra Bold"/>
        <w:sz w:val="40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BE5" w:rsidRDefault="00001BE5">
      <w:r>
        <w:separator/>
      </w:r>
    </w:p>
  </w:footnote>
  <w:footnote w:type="continuationSeparator" w:id="0">
    <w:p w:rsidR="00001BE5" w:rsidRDefault="00001B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87B0A"/>
    <w:multiLevelType w:val="hybridMultilevel"/>
    <w:tmpl w:val="695A3C9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FE5327"/>
    <w:multiLevelType w:val="multilevel"/>
    <w:tmpl w:val="8CF64368"/>
    <w:lvl w:ilvl="0">
      <w:start w:val="10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ascii="Times New Roman" w:hAnsi="Times New Roman" w:cs="Times New Roman" w:hint="default"/>
        <w:b w:val="0"/>
      </w:rPr>
    </w:lvl>
  </w:abstractNum>
  <w:abstractNum w:abstractNumId="2">
    <w:nsid w:val="29474522"/>
    <w:multiLevelType w:val="hybridMultilevel"/>
    <w:tmpl w:val="B3E2683C"/>
    <w:lvl w:ilvl="0" w:tplc="8AF8E9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ED4DBF"/>
    <w:multiLevelType w:val="hybridMultilevel"/>
    <w:tmpl w:val="4EDA7C2A"/>
    <w:lvl w:ilvl="0" w:tplc="FA7AE0FC">
      <w:start w:val="1"/>
      <w:numFmt w:val="upperLetter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DA6D97"/>
    <w:multiLevelType w:val="multilevel"/>
    <w:tmpl w:val="08AC3374"/>
    <w:lvl w:ilvl="0">
      <w:start w:val="10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ascii="Times New Roman" w:hAnsi="Times New Roman" w:cs="Times New Roman" w:hint="default"/>
        <w:b w:val="0"/>
      </w:rPr>
    </w:lvl>
  </w:abstractNum>
  <w:abstractNum w:abstractNumId="5">
    <w:nsid w:val="4C535ABB"/>
    <w:multiLevelType w:val="hybridMultilevel"/>
    <w:tmpl w:val="E1C612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A46D60"/>
    <w:multiLevelType w:val="hybridMultilevel"/>
    <w:tmpl w:val="9D7AF268"/>
    <w:lvl w:ilvl="0" w:tplc="1E9C8E32">
      <w:start w:val="1"/>
      <w:numFmt w:val="upperLetter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94"/>
    <w:rsid w:val="0000134E"/>
    <w:rsid w:val="00001BE5"/>
    <w:rsid w:val="0001503D"/>
    <w:rsid w:val="000325B2"/>
    <w:rsid w:val="00044534"/>
    <w:rsid w:val="000847BE"/>
    <w:rsid w:val="00095D03"/>
    <w:rsid w:val="000A352C"/>
    <w:rsid w:val="000A71AA"/>
    <w:rsid w:val="000D3FA3"/>
    <w:rsid w:val="000F498A"/>
    <w:rsid w:val="00100F6C"/>
    <w:rsid w:val="0010470D"/>
    <w:rsid w:val="0013431A"/>
    <w:rsid w:val="00145598"/>
    <w:rsid w:val="001631F6"/>
    <w:rsid w:val="00170C26"/>
    <w:rsid w:val="00172BDB"/>
    <w:rsid w:val="0018058C"/>
    <w:rsid w:val="001858F8"/>
    <w:rsid w:val="001B2BCC"/>
    <w:rsid w:val="001C1AC3"/>
    <w:rsid w:val="001D41EB"/>
    <w:rsid w:val="001F0102"/>
    <w:rsid w:val="0021646E"/>
    <w:rsid w:val="00221E1E"/>
    <w:rsid w:val="00237656"/>
    <w:rsid w:val="00241858"/>
    <w:rsid w:val="00254B5D"/>
    <w:rsid w:val="002662FE"/>
    <w:rsid w:val="0027493B"/>
    <w:rsid w:val="002B0B45"/>
    <w:rsid w:val="002F3F5C"/>
    <w:rsid w:val="0032220A"/>
    <w:rsid w:val="00332C81"/>
    <w:rsid w:val="00362CE0"/>
    <w:rsid w:val="003B4B0E"/>
    <w:rsid w:val="003C3459"/>
    <w:rsid w:val="003C3B42"/>
    <w:rsid w:val="003C4AC0"/>
    <w:rsid w:val="003D4856"/>
    <w:rsid w:val="003F028A"/>
    <w:rsid w:val="003F5B34"/>
    <w:rsid w:val="004207A3"/>
    <w:rsid w:val="00427EF8"/>
    <w:rsid w:val="004543C6"/>
    <w:rsid w:val="004605CF"/>
    <w:rsid w:val="00480349"/>
    <w:rsid w:val="004913AC"/>
    <w:rsid w:val="004A45DE"/>
    <w:rsid w:val="004A45FF"/>
    <w:rsid w:val="004B3136"/>
    <w:rsid w:val="004B4373"/>
    <w:rsid w:val="004C0C69"/>
    <w:rsid w:val="004C6C15"/>
    <w:rsid w:val="004D0909"/>
    <w:rsid w:val="004E6028"/>
    <w:rsid w:val="004F4694"/>
    <w:rsid w:val="00523DA3"/>
    <w:rsid w:val="005254E0"/>
    <w:rsid w:val="00525671"/>
    <w:rsid w:val="005273C2"/>
    <w:rsid w:val="00550A16"/>
    <w:rsid w:val="00571DB6"/>
    <w:rsid w:val="00597A8F"/>
    <w:rsid w:val="005D7A7C"/>
    <w:rsid w:val="005F4147"/>
    <w:rsid w:val="006047AE"/>
    <w:rsid w:val="00607EE9"/>
    <w:rsid w:val="0061383A"/>
    <w:rsid w:val="00627B4F"/>
    <w:rsid w:val="006801AA"/>
    <w:rsid w:val="00683722"/>
    <w:rsid w:val="00685B40"/>
    <w:rsid w:val="006C2AF3"/>
    <w:rsid w:val="006C5B5A"/>
    <w:rsid w:val="006D1B33"/>
    <w:rsid w:val="006E1FA3"/>
    <w:rsid w:val="0071111A"/>
    <w:rsid w:val="00736E67"/>
    <w:rsid w:val="007446ED"/>
    <w:rsid w:val="0077133D"/>
    <w:rsid w:val="007B36F2"/>
    <w:rsid w:val="008102A7"/>
    <w:rsid w:val="00841F8A"/>
    <w:rsid w:val="0086494F"/>
    <w:rsid w:val="008770C3"/>
    <w:rsid w:val="008E7199"/>
    <w:rsid w:val="008F63EF"/>
    <w:rsid w:val="0091482E"/>
    <w:rsid w:val="00922E4E"/>
    <w:rsid w:val="00926BBC"/>
    <w:rsid w:val="00935615"/>
    <w:rsid w:val="00937E97"/>
    <w:rsid w:val="00953396"/>
    <w:rsid w:val="00962A4C"/>
    <w:rsid w:val="00970C15"/>
    <w:rsid w:val="00983BEC"/>
    <w:rsid w:val="009850F1"/>
    <w:rsid w:val="00991536"/>
    <w:rsid w:val="009C1356"/>
    <w:rsid w:val="009C4DB5"/>
    <w:rsid w:val="009D761A"/>
    <w:rsid w:val="009E1268"/>
    <w:rsid w:val="00A03187"/>
    <w:rsid w:val="00A227E2"/>
    <w:rsid w:val="00A36877"/>
    <w:rsid w:val="00A51834"/>
    <w:rsid w:val="00A71099"/>
    <w:rsid w:val="00A73070"/>
    <w:rsid w:val="00A75D87"/>
    <w:rsid w:val="00A96974"/>
    <w:rsid w:val="00AE2252"/>
    <w:rsid w:val="00B959AF"/>
    <w:rsid w:val="00BC0320"/>
    <w:rsid w:val="00BE2778"/>
    <w:rsid w:val="00BF617D"/>
    <w:rsid w:val="00C0069F"/>
    <w:rsid w:val="00C036A6"/>
    <w:rsid w:val="00C371EF"/>
    <w:rsid w:val="00C53BE0"/>
    <w:rsid w:val="00C81317"/>
    <w:rsid w:val="00C97C71"/>
    <w:rsid w:val="00CB12F3"/>
    <w:rsid w:val="00CC6500"/>
    <w:rsid w:val="00CD7A3A"/>
    <w:rsid w:val="00D15A1E"/>
    <w:rsid w:val="00D344CD"/>
    <w:rsid w:val="00D34649"/>
    <w:rsid w:val="00D91A7B"/>
    <w:rsid w:val="00E000DC"/>
    <w:rsid w:val="00E101E8"/>
    <w:rsid w:val="00E21C2A"/>
    <w:rsid w:val="00E330A4"/>
    <w:rsid w:val="00E42EE5"/>
    <w:rsid w:val="00E65196"/>
    <w:rsid w:val="00E92AA5"/>
    <w:rsid w:val="00EB7D96"/>
    <w:rsid w:val="00EE084B"/>
    <w:rsid w:val="00EE296A"/>
    <w:rsid w:val="00EF51CC"/>
    <w:rsid w:val="00F11D40"/>
    <w:rsid w:val="00F16839"/>
    <w:rsid w:val="00F433D2"/>
    <w:rsid w:val="00F60C87"/>
    <w:rsid w:val="00F701E7"/>
    <w:rsid w:val="00F9393A"/>
    <w:rsid w:val="00FB4884"/>
    <w:rsid w:val="00FC1B13"/>
    <w:rsid w:val="00FC7EBA"/>
    <w:rsid w:val="00FE0C8B"/>
    <w:rsid w:val="00FF1B82"/>
    <w:rsid w:val="00FF1E7C"/>
    <w:rsid w:val="00FF4871"/>
    <w:rsid w:val="00FF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61D2C3A-2579-4404-B002-647AA1AB3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List-Accent41">
    <w:name w:val="Light List - Accent 41"/>
    <w:rsid w:val="002F1296"/>
    <w:rPr>
      <w:color w:val="808080"/>
    </w:rPr>
  </w:style>
  <w:style w:type="paragraph" w:customStyle="1" w:styleId="LightGrid-Accent41">
    <w:name w:val="Light Grid - Accent 41"/>
    <w:uiPriority w:val="1"/>
    <w:qFormat/>
    <w:rsid w:val="009A0568"/>
    <w:rPr>
      <w:sz w:val="22"/>
      <w:szCs w:val="22"/>
    </w:rPr>
  </w:style>
  <w:style w:type="paragraph" w:customStyle="1" w:styleId="DarkList-Accent51">
    <w:name w:val="Dark List - Accent 5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LightList-Accent51">
    <w:name w:val="Light List - Accent 51"/>
    <w:basedOn w:val="Normal"/>
    <w:uiPriority w:val="34"/>
    <w:qFormat/>
    <w:rsid w:val="003C386D"/>
    <w:pPr>
      <w:ind w:left="720"/>
      <w:contextualSpacing/>
    </w:pPr>
  </w:style>
  <w:style w:type="paragraph" w:customStyle="1" w:styleId="MediumGrid1-Accent22">
    <w:name w:val="Medium Grid 1 - Accent 22"/>
    <w:basedOn w:val="Normal"/>
    <w:qFormat/>
    <w:rsid w:val="00BB24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pple-style-span">
    <w:name w:val="apple-style-span"/>
    <w:rsid w:val="00A45DEA"/>
  </w:style>
  <w:style w:type="paragraph" w:customStyle="1" w:styleId="ColorfulList-Accent11">
    <w:name w:val="Colorful List - Accent 11"/>
    <w:basedOn w:val="Normal"/>
    <w:uiPriority w:val="34"/>
    <w:qFormat/>
    <w:rsid w:val="002D0007"/>
    <w:pPr>
      <w:ind w:left="720"/>
      <w:contextualSpacing/>
    </w:pPr>
    <w:rPr>
      <w:rFonts w:ascii="Calibri" w:eastAsia="Cambria" w:hAnsi="Calibri"/>
    </w:rPr>
  </w:style>
  <w:style w:type="character" w:customStyle="1" w:styleId="MediumGrid11">
    <w:name w:val="Medium Grid 11"/>
    <w:uiPriority w:val="99"/>
    <w:rsid w:val="002D0007"/>
    <w:rPr>
      <w:color w:val="808080"/>
    </w:rPr>
  </w:style>
  <w:style w:type="paragraph" w:styleId="ListParagraph">
    <w:name w:val="List Paragraph"/>
    <w:basedOn w:val="Normal"/>
    <w:qFormat/>
    <w:rsid w:val="005F4147"/>
    <w:pPr>
      <w:ind w:left="720"/>
      <w:contextualSpacing/>
    </w:pPr>
  </w:style>
  <w:style w:type="character" w:customStyle="1" w:styleId="apple-converted-space">
    <w:name w:val="apple-converted-space"/>
    <w:rsid w:val="00241858"/>
  </w:style>
  <w:style w:type="character" w:styleId="PlaceholderText">
    <w:name w:val="Placeholder Text"/>
    <w:basedOn w:val="DefaultParagraphFont"/>
    <w:rsid w:val="001343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18" Type="http://schemas.openxmlformats.org/officeDocument/2006/relationships/image" Target="media/image9.wmf"/><Relationship Id="rId26" Type="http://schemas.openxmlformats.org/officeDocument/2006/relationships/image" Target="media/image13.wmf"/><Relationship Id="rId51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34" Type="http://schemas.openxmlformats.org/officeDocument/2006/relationships/image" Target="media/image17.wmf"/><Relationship Id="rId50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image" Target="media/image5.png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microsoft.com/office/2007/relationships/hdphoto" Target="media/hdphoto1.wdp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29" Type="http://schemas.openxmlformats.org/officeDocument/2006/relationships/oleObject" Target="embeddings/oleObject9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2.wmf"/><Relationship Id="rId32" Type="http://schemas.openxmlformats.org/officeDocument/2006/relationships/image" Target="media/image16.wmf"/><Relationship Id="rId37" Type="http://schemas.openxmlformats.org/officeDocument/2006/relationships/image" Target="media/image19.jpeg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4.wmf"/><Relationship Id="rId36" Type="http://schemas.openxmlformats.org/officeDocument/2006/relationships/image" Target="media/image18.png"/><Relationship Id="rId49" Type="http://schemas.microsoft.com/office/2007/relationships/hdphoto" Target="media/hdphoto10.wdp"/><Relationship Id="rId10" Type="http://schemas.openxmlformats.org/officeDocument/2006/relationships/image" Target="media/image3.png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10.bin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oleObject" Target="embeddings/oleObject8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2.bin"/><Relationship Id="rId48" Type="http://schemas.openxmlformats.org/officeDocument/2006/relationships/image" Target="media/image2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45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Yarrington</dc:creator>
  <cp:lastModifiedBy>Mitrovich, Rebecca</cp:lastModifiedBy>
  <cp:revision>11</cp:revision>
  <cp:lastPrinted>2014-02-02T17:43:00Z</cp:lastPrinted>
  <dcterms:created xsi:type="dcterms:W3CDTF">2014-01-29T23:13:00Z</dcterms:created>
  <dcterms:modified xsi:type="dcterms:W3CDTF">2015-02-01T21:03:00Z</dcterms:modified>
</cp:coreProperties>
</file>